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E2ACB"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333C9779" w14:textId="77777777" w:rsidR="00E06E6F" w:rsidRPr="00DE0DC5" w:rsidRDefault="00E06E6F" w:rsidP="00DE0DC5">
      <w:pPr>
        <w:spacing w:after="60" w:line="276" w:lineRule="auto"/>
        <w:jc w:val="both"/>
        <w:rPr>
          <w:rFonts w:ascii="Book Antiqua" w:hAnsi="Book Antiqua" w:cstheme="minorHAnsi"/>
          <w:sz w:val="22"/>
          <w:szCs w:val="22"/>
        </w:rPr>
      </w:pPr>
    </w:p>
    <w:p w14:paraId="368BBBD3"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29B15057"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1263E669"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1D8B0497" w14:textId="3BA3C646"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9512FD" w:rsidRPr="009512FD">
        <w:rPr>
          <w:rFonts w:ascii="Book Antiqua" w:hAnsi="Book Antiqua" w:cs="Arial"/>
          <w:b/>
          <w:bCs/>
          <w:noProof/>
          <w:sz w:val="24"/>
          <w:szCs w:val="24"/>
        </w:rPr>
        <w:t>Silnice III/31512 Skuhrov</w:t>
      </w:r>
      <w:r w:rsidRPr="0076749C">
        <w:rPr>
          <w:rFonts w:ascii="Book Antiqua" w:hAnsi="Book Antiqua" w:cs="Arial"/>
          <w:b/>
          <w:bCs/>
          <w:noProof/>
          <w:sz w:val="24"/>
        </w:rPr>
        <w:t>“</w:t>
      </w:r>
    </w:p>
    <w:p w14:paraId="793BE267"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69898D"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30CE8AB7"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7EAC5390"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340EA749"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3116CE8" w14:textId="77777777" w:rsidTr="00403CCB">
        <w:trPr>
          <w:trHeight w:val="390"/>
        </w:trPr>
        <w:tc>
          <w:tcPr>
            <w:tcW w:w="9132" w:type="dxa"/>
            <w:gridSpan w:val="3"/>
            <w:shd w:val="clear" w:color="auto" w:fill="D9E2F3"/>
            <w:vAlign w:val="center"/>
          </w:tcPr>
          <w:p w14:paraId="31346B9E"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25F6AC0A" w14:textId="77777777" w:rsidTr="00403CCB">
        <w:trPr>
          <w:trHeight w:val="383"/>
        </w:trPr>
        <w:tc>
          <w:tcPr>
            <w:tcW w:w="9132" w:type="dxa"/>
            <w:gridSpan w:val="3"/>
            <w:shd w:val="clear" w:color="auto" w:fill="D9E2F3" w:themeFill="accent1" w:themeFillTint="33"/>
            <w:vAlign w:val="center"/>
          </w:tcPr>
          <w:p w14:paraId="0E8BD85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384FF9DD" w14:textId="77777777" w:rsidTr="00403CCB">
        <w:trPr>
          <w:trHeight w:val="1191"/>
        </w:trPr>
        <w:tc>
          <w:tcPr>
            <w:tcW w:w="3039" w:type="dxa"/>
            <w:vAlign w:val="center"/>
          </w:tcPr>
          <w:p w14:paraId="0332C4D7"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4DB63157"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618FAA27"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5F7F78F3"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02775A6C" w14:textId="77777777" w:rsidTr="00403CCB">
        <w:trPr>
          <w:trHeight w:val="1463"/>
        </w:trPr>
        <w:tc>
          <w:tcPr>
            <w:tcW w:w="3039" w:type="dxa"/>
          </w:tcPr>
          <w:p w14:paraId="6F31693A"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59EBD0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5C658D6" w14:textId="77777777" w:rsidR="008325B7" w:rsidRPr="00106035" w:rsidRDefault="008325B7" w:rsidP="00595B37">
            <w:pPr>
              <w:ind w:left="41" w:firstLine="12"/>
              <w:rPr>
                <w:rFonts w:ascii="Book Antiqua" w:hAnsi="Book Antiqua" w:cstheme="minorHAnsi"/>
                <w:lang w:eastAsia="x-none"/>
              </w:rPr>
            </w:pPr>
          </w:p>
        </w:tc>
        <w:tc>
          <w:tcPr>
            <w:tcW w:w="2753" w:type="dxa"/>
          </w:tcPr>
          <w:p w14:paraId="654AD26C" w14:textId="77777777" w:rsidR="008325B7" w:rsidRPr="00106035" w:rsidRDefault="008325B7" w:rsidP="00595B37">
            <w:pPr>
              <w:ind w:left="41" w:firstLine="12"/>
              <w:rPr>
                <w:rFonts w:ascii="Book Antiqua" w:hAnsi="Book Antiqua" w:cstheme="minorHAnsi"/>
              </w:rPr>
            </w:pPr>
          </w:p>
        </w:tc>
      </w:tr>
      <w:tr w:rsidR="008325B7" w:rsidRPr="00BF2E3B" w14:paraId="06594ABC" w14:textId="77777777" w:rsidTr="00403CCB">
        <w:trPr>
          <w:trHeight w:val="1286"/>
        </w:trPr>
        <w:tc>
          <w:tcPr>
            <w:tcW w:w="3039" w:type="dxa"/>
          </w:tcPr>
          <w:p w14:paraId="37D484E7"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EFB5714"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3B487DD9" w14:textId="77777777" w:rsidR="008325B7" w:rsidRPr="00106035" w:rsidRDefault="008325B7" w:rsidP="00595B37">
            <w:pPr>
              <w:rPr>
                <w:rFonts w:ascii="Book Antiqua" w:hAnsi="Book Antiqua" w:cstheme="minorHAnsi"/>
              </w:rPr>
            </w:pPr>
          </w:p>
        </w:tc>
        <w:tc>
          <w:tcPr>
            <w:tcW w:w="2753" w:type="dxa"/>
          </w:tcPr>
          <w:p w14:paraId="6710B0BE" w14:textId="77777777" w:rsidR="008325B7" w:rsidRPr="00106035" w:rsidRDefault="008325B7" w:rsidP="00595B37">
            <w:pPr>
              <w:ind w:left="41" w:firstLine="12"/>
              <w:rPr>
                <w:rFonts w:ascii="Book Antiqua" w:hAnsi="Book Antiqua" w:cstheme="minorHAnsi"/>
              </w:rPr>
            </w:pPr>
          </w:p>
        </w:tc>
      </w:tr>
      <w:tr w:rsidR="008325B7" w:rsidRPr="00BF2E3B" w14:paraId="0C4098C8" w14:textId="77777777" w:rsidTr="00C74C8A">
        <w:trPr>
          <w:trHeight w:val="1549"/>
        </w:trPr>
        <w:tc>
          <w:tcPr>
            <w:tcW w:w="3039" w:type="dxa"/>
          </w:tcPr>
          <w:p w14:paraId="2A94BC61"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70BA3E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49C1736"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733325DE" w14:textId="77777777" w:rsidR="008325B7" w:rsidRPr="00106035" w:rsidRDefault="008325B7" w:rsidP="00595B37">
            <w:pPr>
              <w:ind w:left="41" w:firstLine="12"/>
              <w:rPr>
                <w:rFonts w:ascii="Book Antiqua" w:hAnsi="Book Antiqua" w:cstheme="minorHAnsi"/>
              </w:rPr>
            </w:pPr>
          </w:p>
        </w:tc>
      </w:tr>
      <w:tr w:rsidR="008325B7" w:rsidRPr="00BF2E3B" w14:paraId="07D5A956" w14:textId="77777777" w:rsidTr="00403CCB">
        <w:trPr>
          <w:trHeight w:val="396"/>
        </w:trPr>
        <w:tc>
          <w:tcPr>
            <w:tcW w:w="9132" w:type="dxa"/>
            <w:gridSpan w:val="3"/>
            <w:shd w:val="clear" w:color="auto" w:fill="D9E2F3" w:themeFill="accent1" w:themeFillTint="33"/>
          </w:tcPr>
          <w:p w14:paraId="2531F01F"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61B0086D" w14:textId="77777777" w:rsidTr="00C74C8A">
        <w:trPr>
          <w:trHeight w:val="1564"/>
        </w:trPr>
        <w:tc>
          <w:tcPr>
            <w:tcW w:w="3039" w:type="dxa"/>
          </w:tcPr>
          <w:p w14:paraId="2ACDF41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A1960B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A9FD77E"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611AF183" w14:textId="77777777" w:rsidR="008325B7" w:rsidRPr="00106035" w:rsidRDefault="008325B7" w:rsidP="00595B37">
            <w:pPr>
              <w:ind w:left="41" w:firstLine="12"/>
              <w:rPr>
                <w:rFonts w:ascii="Book Antiqua" w:hAnsi="Book Antiqua" w:cstheme="minorHAnsi"/>
              </w:rPr>
            </w:pPr>
          </w:p>
        </w:tc>
      </w:tr>
      <w:tr w:rsidR="008325B7" w:rsidRPr="00BF2E3B" w14:paraId="3C488AD7" w14:textId="77777777" w:rsidTr="00403CCB">
        <w:trPr>
          <w:trHeight w:val="1606"/>
        </w:trPr>
        <w:tc>
          <w:tcPr>
            <w:tcW w:w="3039" w:type="dxa"/>
          </w:tcPr>
          <w:p w14:paraId="394035A2"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F56613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FDD55BF"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492F7281" w14:textId="77777777" w:rsidR="008325B7" w:rsidRPr="00106035" w:rsidRDefault="008325B7" w:rsidP="00595B37">
            <w:pPr>
              <w:ind w:left="41" w:firstLine="12"/>
              <w:rPr>
                <w:rFonts w:ascii="Book Antiqua" w:hAnsi="Book Antiqua" w:cstheme="minorHAnsi"/>
              </w:rPr>
            </w:pPr>
          </w:p>
        </w:tc>
      </w:tr>
      <w:tr w:rsidR="008325B7" w:rsidRPr="00BF2E3B" w14:paraId="292729F5" w14:textId="77777777" w:rsidTr="00403CCB">
        <w:trPr>
          <w:trHeight w:val="2154"/>
        </w:trPr>
        <w:tc>
          <w:tcPr>
            <w:tcW w:w="3039" w:type="dxa"/>
          </w:tcPr>
          <w:p w14:paraId="46033AFD"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04FAD06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51AE19B"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134DC264" w14:textId="77777777" w:rsidR="008325B7" w:rsidRPr="00106035" w:rsidRDefault="008325B7" w:rsidP="00595B37">
            <w:pPr>
              <w:ind w:left="41" w:firstLine="12"/>
              <w:rPr>
                <w:rFonts w:ascii="Book Antiqua" w:hAnsi="Book Antiqua" w:cstheme="minorHAnsi"/>
              </w:rPr>
            </w:pPr>
          </w:p>
        </w:tc>
      </w:tr>
    </w:tbl>
    <w:p w14:paraId="5E81553F"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22B04966"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FFC9D07"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7921009D"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02217688"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58CCFDAC" w14:textId="7B60EA31"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9512FD" w:rsidRPr="009512FD">
        <w:rPr>
          <w:rFonts w:ascii="Book Antiqua" w:hAnsi="Book Antiqua" w:cs="Arial"/>
          <w:b/>
          <w:bCs/>
          <w:noProof/>
          <w:sz w:val="22"/>
          <w:szCs w:val="22"/>
        </w:rPr>
        <w:t>Silnice III/31512 Skuhrov</w:t>
      </w:r>
      <w:r w:rsidRPr="002405A7">
        <w:rPr>
          <w:rFonts w:ascii="Book Antiqua" w:hAnsi="Book Antiqua" w:cstheme="minorHAnsi"/>
          <w:sz w:val="22"/>
          <w:szCs w:val="22"/>
        </w:rPr>
        <w:t>“</w:t>
      </w:r>
    </w:p>
    <w:bookmarkEnd w:id="1"/>
    <w:p w14:paraId="4B2C8727"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0649C19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56941F8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0B89A8C7" w14:textId="77777777" w:rsidR="004D384A" w:rsidRPr="00C02301" w:rsidRDefault="004D384A" w:rsidP="004D384A">
      <w:pPr>
        <w:jc w:val="both"/>
        <w:rPr>
          <w:rFonts w:ascii="Book Antiqua" w:hAnsi="Book Antiqua" w:cstheme="minorHAnsi"/>
          <w:sz w:val="22"/>
          <w:szCs w:val="22"/>
        </w:rPr>
      </w:pPr>
    </w:p>
    <w:p w14:paraId="3B1C9902" w14:textId="64042F0F"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9512FD" w:rsidRPr="009512FD">
        <w:rPr>
          <w:rFonts w:ascii="Book Antiqua" w:hAnsi="Book Antiqua" w:cs="Arial"/>
          <w:noProof/>
          <w:sz w:val="22"/>
          <w:szCs w:val="22"/>
        </w:rPr>
        <w:t>Silnice III/31512 Skuhrov</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5326BCD7" w14:textId="77777777" w:rsidR="004D384A" w:rsidRPr="00C02301" w:rsidRDefault="004D384A" w:rsidP="004D384A">
      <w:pPr>
        <w:jc w:val="both"/>
        <w:rPr>
          <w:rFonts w:ascii="Book Antiqua" w:hAnsi="Book Antiqua" w:cstheme="minorHAnsi"/>
          <w:b/>
          <w:sz w:val="22"/>
          <w:szCs w:val="22"/>
        </w:rPr>
      </w:pPr>
    </w:p>
    <w:p w14:paraId="1027592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5093E6DD" w14:textId="77777777" w:rsidR="004D384A" w:rsidRPr="00C02301" w:rsidRDefault="004D384A" w:rsidP="004D384A">
      <w:pPr>
        <w:jc w:val="both"/>
        <w:rPr>
          <w:rFonts w:ascii="Book Antiqua" w:hAnsi="Book Antiqua" w:cstheme="minorHAnsi"/>
          <w:sz w:val="22"/>
          <w:szCs w:val="22"/>
        </w:rPr>
      </w:pPr>
    </w:p>
    <w:p w14:paraId="550C80E1"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5BB91459"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664E87A7"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6DB6EC0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D89CAFF" w14:textId="77777777" w:rsidR="004D384A" w:rsidRPr="00C02301" w:rsidRDefault="004D384A" w:rsidP="004D384A">
      <w:pPr>
        <w:jc w:val="both"/>
        <w:rPr>
          <w:rFonts w:ascii="Book Antiqua" w:hAnsi="Book Antiqua" w:cstheme="minorHAnsi"/>
          <w:sz w:val="22"/>
          <w:szCs w:val="22"/>
        </w:rPr>
      </w:pPr>
    </w:p>
    <w:p w14:paraId="4A3D5541"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2DFC766E" w14:textId="77777777" w:rsidR="00BC6CBF" w:rsidRDefault="00BC6CBF" w:rsidP="004D384A">
      <w:pPr>
        <w:jc w:val="both"/>
        <w:rPr>
          <w:rFonts w:ascii="Book Antiqua" w:hAnsi="Book Antiqua" w:cstheme="minorHAnsi"/>
          <w:bCs/>
          <w:sz w:val="22"/>
          <w:szCs w:val="22"/>
        </w:rPr>
      </w:pPr>
    </w:p>
    <w:p w14:paraId="49582F4E"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571B98E7" w14:textId="77777777" w:rsidR="004D384A" w:rsidRPr="00C02301" w:rsidRDefault="004D384A" w:rsidP="004D384A">
      <w:pPr>
        <w:jc w:val="both"/>
        <w:rPr>
          <w:rFonts w:ascii="Book Antiqua" w:hAnsi="Book Antiqua" w:cstheme="minorHAnsi"/>
          <w:sz w:val="22"/>
          <w:szCs w:val="22"/>
        </w:rPr>
      </w:pPr>
    </w:p>
    <w:p w14:paraId="58C5C064"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35729A70" w14:textId="77777777" w:rsidR="004D384A" w:rsidRPr="00C02301" w:rsidRDefault="004D384A" w:rsidP="004D384A">
      <w:pPr>
        <w:jc w:val="both"/>
        <w:rPr>
          <w:rFonts w:ascii="Book Antiqua" w:hAnsi="Book Antiqua" w:cstheme="minorHAnsi"/>
          <w:sz w:val="22"/>
          <w:szCs w:val="22"/>
        </w:rPr>
      </w:pPr>
    </w:p>
    <w:p w14:paraId="089B99ED"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546CC767"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6C2A9DFF"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9FC28D6"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19B7747C"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2DFC6B40" w14:textId="77777777" w:rsidR="004D384A" w:rsidRPr="00C02301" w:rsidRDefault="004D384A" w:rsidP="004D384A">
      <w:pPr>
        <w:jc w:val="both"/>
        <w:rPr>
          <w:rFonts w:ascii="Book Antiqua" w:hAnsi="Book Antiqua" w:cstheme="minorHAnsi"/>
          <w:sz w:val="22"/>
          <w:szCs w:val="22"/>
        </w:rPr>
      </w:pPr>
    </w:p>
    <w:p w14:paraId="47AB448D"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1071A7F2" w14:textId="77777777" w:rsidR="00F91F78" w:rsidRPr="00C02301" w:rsidRDefault="00F91F78" w:rsidP="00F91F78">
      <w:pPr>
        <w:jc w:val="both"/>
        <w:rPr>
          <w:rFonts w:ascii="Book Antiqua" w:hAnsi="Book Antiqua" w:cstheme="minorHAnsi"/>
          <w:sz w:val="22"/>
          <w:szCs w:val="22"/>
        </w:rPr>
      </w:pPr>
    </w:p>
    <w:p w14:paraId="7344B6C4"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2E2484D3"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4A0863CD"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3EE97E73" w14:textId="77777777" w:rsidR="004D384A" w:rsidRPr="00C02301" w:rsidRDefault="00F91F78" w:rsidP="00F91F78">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1EA4C67D" w14:textId="77777777" w:rsidR="004D384A" w:rsidRPr="00C02301" w:rsidRDefault="004D384A" w:rsidP="004D384A">
      <w:pPr>
        <w:jc w:val="both"/>
        <w:rPr>
          <w:rFonts w:ascii="Book Antiqua" w:hAnsi="Book Antiqua" w:cstheme="minorHAnsi"/>
          <w:sz w:val="22"/>
          <w:szCs w:val="22"/>
        </w:rPr>
      </w:pPr>
    </w:p>
    <w:p w14:paraId="325F728B"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12B9FCC4"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04229C83"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3EDAEEA2" w14:textId="77777777" w:rsidR="002A06C1" w:rsidRPr="00BB3EC9" w:rsidRDefault="002A06C1" w:rsidP="002A06C1">
      <w:pPr>
        <w:rPr>
          <w:rFonts w:ascii="Book Antiqua" w:hAnsi="Book Antiqua" w:cstheme="minorHAnsi"/>
          <w:sz w:val="22"/>
          <w:szCs w:val="22"/>
        </w:rPr>
      </w:pPr>
    </w:p>
    <w:p w14:paraId="70019AA9"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08972F1F"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2AF77721"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2A1EFAC"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9748CA6"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17449D31"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3E4F0EF5"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79FDA2A5" w14:textId="10154437"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9512FD" w:rsidRPr="009512FD">
        <w:rPr>
          <w:rFonts w:ascii="Book Antiqua" w:hAnsi="Book Antiqua" w:cs="Arial"/>
          <w:b/>
          <w:bCs/>
          <w:noProof/>
          <w:sz w:val="22"/>
          <w:szCs w:val="22"/>
        </w:rPr>
        <w:t>Silnice III/31512 Skuhrov</w:t>
      </w:r>
      <w:r w:rsidRPr="003963CA">
        <w:rPr>
          <w:rFonts w:ascii="Book Antiqua" w:hAnsi="Book Antiqua" w:cstheme="minorHAnsi"/>
          <w:noProof/>
          <w:sz w:val="22"/>
          <w:szCs w:val="22"/>
        </w:rPr>
        <w:t>“</w:t>
      </w:r>
    </w:p>
    <w:p w14:paraId="12558563"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75EADAB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DD6723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36E8244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02C5C85D" w14:textId="77777777" w:rsidR="004D384A" w:rsidRPr="00C02301" w:rsidRDefault="004D384A" w:rsidP="008A6F15">
      <w:pPr>
        <w:jc w:val="both"/>
        <w:rPr>
          <w:rFonts w:ascii="Book Antiqua" w:hAnsi="Book Antiqua" w:cstheme="minorHAnsi"/>
          <w:sz w:val="22"/>
          <w:szCs w:val="22"/>
        </w:rPr>
      </w:pPr>
    </w:p>
    <w:p w14:paraId="78A44D35" w14:textId="367F3BCB"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9512FD" w:rsidRPr="009512FD">
        <w:rPr>
          <w:rFonts w:ascii="Book Antiqua" w:hAnsi="Book Antiqua" w:cs="Arial"/>
          <w:noProof/>
          <w:sz w:val="22"/>
          <w:szCs w:val="22"/>
        </w:rPr>
        <w:t>Silnice III/31512 Skuhrov</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5232D7A7" w14:textId="77777777" w:rsidR="004D384A" w:rsidRPr="00C02301" w:rsidRDefault="004D384A" w:rsidP="004D384A">
      <w:pPr>
        <w:jc w:val="both"/>
        <w:rPr>
          <w:rFonts w:ascii="Book Antiqua" w:hAnsi="Book Antiqua" w:cstheme="minorHAnsi"/>
          <w:sz w:val="22"/>
          <w:szCs w:val="22"/>
        </w:rPr>
      </w:pPr>
    </w:p>
    <w:p w14:paraId="0387F3B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119D895A" w14:textId="77777777" w:rsidR="004D384A" w:rsidRPr="00C02301" w:rsidRDefault="004D384A" w:rsidP="004D384A">
      <w:pPr>
        <w:jc w:val="both"/>
        <w:rPr>
          <w:rFonts w:ascii="Book Antiqua" w:hAnsi="Book Antiqua" w:cstheme="minorHAnsi"/>
          <w:bCs/>
          <w:sz w:val="22"/>
          <w:szCs w:val="22"/>
        </w:rPr>
      </w:pPr>
    </w:p>
    <w:p w14:paraId="63AAFB50"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3178200D"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68727374"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09C41617"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429027E1" w14:textId="77777777" w:rsidR="004D384A" w:rsidRPr="00C02301" w:rsidRDefault="004D384A" w:rsidP="004D384A">
      <w:pPr>
        <w:tabs>
          <w:tab w:val="left" w:pos="360"/>
        </w:tabs>
        <w:jc w:val="both"/>
        <w:rPr>
          <w:rFonts w:ascii="Book Antiqua" w:hAnsi="Book Antiqua" w:cstheme="minorHAnsi"/>
          <w:sz w:val="22"/>
          <w:szCs w:val="22"/>
        </w:rPr>
      </w:pPr>
    </w:p>
    <w:p w14:paraId="2F56AD12"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2B3A4636" w14:textId="77777777" w:rsidR="00BC6CBF" w:rsidRDefault="00BC6CBF" w:rsidP="004D384A">
      <w:pPr>
        <w:jc w:val="both"/>
        <w:rPr>
          <w:rFonts w:ascii="Book Antiqua" w:hAnsi="Book Antiqua" w:cstheme="minorHAnsi"/>
          <w:bCs/>
          <w:sz w:val="22"/>
          <w:szCs w:val="22"/>
        </w:rPr>
      </w:pPr>
    </w:p>
    <w:p w14:paraId="75A441B5"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3979B085" w14:textId="77777777" w:rsidR="003B3DC7" w:rsidRPr="00C02301" w:rsidRDefault="003B3DC7" w:rsidP="003B3DC7">
      <w:pPr>
        <w:jc w:val="both"/>
        <w:rPr>
          <w:rFonts w:ascii="Book Antiqua" w:hAnsi="Book Antiqua" w:cstheme="minorHAnsi"/>
          <w:sz w:val="22"/>
          <w:szCs w:val="22"/>
        </w:rPr>
      </w:pPr>
    </w:p>
    <w:p w14:paraId="0C75AA39"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9100043" w14:textId="77777777" w:rsidR="003B3DC7" w:rsidRPr="00C02301" w:rsidRDefault="003B3DC7" w:rsidP="003B3DC7">
      <w:pPr>
        <w:jc w:val="both"/>
        <w:rPr>
          <w:rFonts w:ascii="Book Antiqua" w:hAnsi="Book Antiqua" w:cstheme="minorHAnsi"/>
          <w:sz w:val="22"/>
          <w:szCs w:val="22"/>
        </w:rPr>
      </w:pPr>
    </w:p>
    <w:p w14:paraId="15E6BC9F"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4FDECEAB"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31AB44B9"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12783571"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28A6E76D"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608FCFE" w14:textId="77777777" w:rsidR="003B3DC7" w:rsidRPr="00C02301" w:rsidRDefault="003B3DC7" w:rsidP="003B3DC7">
      <w:pPr>
        <w:jc w:val="both"/>
        <w:rPr>
          <w:rFonts w:ascii="Book Antiqua" w:hAnsi="Book Antiqua" w:cstheme="minorHAnsi"/>
          <w:sz w:val="22"/>
          <w:szCs w:val="22"/>
        </w:rPr>
      </w:pPr>
    </w:p>
    <w:p w14:paraId="41DE5F2F"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0AF66FC9" w14:textId="77777777" w:rsidR="003B3DC7" w:rsidRPr="00C02301" w:rsidRDefault="003B3DC7" w:rsidP="003B3DC7">
      <w:pPr>
        <w:jc w:val="both"/>
        <w:rPr>
          <w:rFonts w:ascii="Book Antiqua" w:hAnsi="Book Antiqua" w:cstheme="minorHAnsi"/>
          <w:sz w:val="22"/>
          <w:szCs w:val="22"/>
        </w:rPr>
      </w:pPr>
    </w:p>
    <w:p w14:paraId="2B2B201A"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07B541F"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0656F877"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5186A07B" w14:textId="77777777" w:rsidR="003B3DC7" w:rsidRPr="00C02301" w:rsidRDefault="003B3DC7" w:rsidP="003B3DC7">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34C771D1" w14:textId="77777777" w:rsidR="003B3DC7" w:rsidRDefault="003B3DC7" w:rsidP="009D098B">
      <w:pPr>
        <w:jc w:val="both"/>
        <w:rPr>
          <w:rFonts w:ascii="Book Antiqua" w:hAnsi="Book Antiqua" w:cstheme="minorHAnsi"/>
          <w:sz w:val="22"/>
          <w:szCs w:val="22"/>
        </w:rPr>
      </w:pPr>
    </w:p>
    <w:p w14:paraId="62661E50"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02A5D688"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2F23CF5D"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0BD6DFDC"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D56A076"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0F56A8C9"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0A95D94D"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31BE0DE1"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63273F56"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73B5B4D5" w14:textId="77777777" w:rsidR="004D384A" w:rsidRPr="00BB2BDA" w:rsidRDefault="004D384A" w:rsidP="004D384A">
      <w:pPr>
        <w:rPr>
          <w:rFonts w:ascii="Book Antiqua" w:hAnsi="Book Antiqua" w:cstheme="minorHAnsi"/>
          <w:sz w:val="24"/>
          <w:szCs w:val="24"/>
        </w:rPr>
      </w:pPr>
    </w:p>
    <w:p w14:paraId="1CE7537B"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717A5226"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7CAE6C0B"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4A73E618"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5B4F098C"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022E301B" w14:textId="77777777" w:rsidR="004D384A" w:rsidRPr="00C02301" w:rsidRDefault="004D384A" w:rsidP="004D384A">
      <w:pPr>
        <w:jc w:val="both"/>
        <w:rPr>
          <w:rFonts w:ascii="Book Antiqua" w:hAnsi="Book Antiqua" w:cstheme="minorHAnsi"/>
          <w:sz w:val="22"/>
          <w:szCs w:val="22"/>
        </w:rPr>
      </w:pPr>
    </w:p>
    <w:p w14:paraId="40F83308" w14:textId="742D1609"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9512FD" w:rsidRPr="009512FD">
        <w:rPr>
          <w:rFonts w:ascii="Book Antiqua" w:hAnsi="Book Antiqua" w:cs="Arial"/>
          <w:noProof/>
          <w:sz w:val="22"/>
          <w:szCs w:val="22"/>
        </w:rPr>
        <w:t>Silnice III/31512 Skuhrov</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0CCA8EBB" w14:textId="77777777" w:rsidR="004D384A" w:rsidRPr="00C02301" w:rsidRDefault="004D384A" w:rsidP="004D384A">
      <w:pPr>
        <w:jc w:val="both"/>
        <w:rPr>
          <w:rFonts w:ascii="Book Antiqua" w:hAnsi="Book Antiqua" w:cstheme="minorHAnsi"/>
          <w:sz w:val="22"/>
          <w:szCs w:val="22"/>
        </w:rPr>
      </w:pPr>
    </w:p>
    <w:p w14:paraId="51D257BA"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0D7C5277" w14:textId="77777777" w:rsidR="004D384A" w:rsidRPr="00C02301" w:rsidRDefault="004D384A" w:rsidP="004D384A">
      <w:pPr>
        <w:jc w:val="both"/>
        <w:rPr>
          <w:rFonts w:ascii="Book Antiqua" w:hAnsi="Book Antiqua" w:cstheme="minorHAnsi"/>
          <w:sz w:val="22"/>
          <w:szCs w:val="22"/>
        </w:rPr>
      </w:pPr>
    </w:p>
    <w:p w14:paraId="7574552D"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0AF49729" w14:textId="77777777" w:rsidR="004D384A" w:rsidRPr="00C02301" w:rsidRDefault="004D384A" w:rsidP="004D384A">
      <w:pPr>
        <w:jc w:val="both"/>
        <w:rPr>
          <w:rFonts w:ascii="Book Antiqua" w:hAnsi="Book Antiqua" w:cstheme="minorHAnsi"/>
          <w:sz w:val="22"/>
          <w:szCs w:val="22"/>
        </w:rPr>
      </w:pPr>
    </w:p>
    <w:p w14:paraId="6457C474"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161877B3" w14:textId="77777777" w:rsidR="00523782" w:rsidRPr="00C02301" w:rsidRDefault="00523782" w:rsidP="00523782">
      <w:pPr>
        <w:jc w:val="both"/>
        <w:rPr>
          <w:rFonts w:ascii="Book Antiqua" w:hAnsi="Book Antiqua" w:cstheme="minorHAnsi"/>
          <w:sz w:val="22"/>
          <w:szCs w:val="22"/>
        </w:rPr>
      </w:pPr>
    </w:p>
    <w:p w14:paraId="43B4D489"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0B4A62B1" w14:textId="77777777" w:rsidR="00523782" w:rsidRPr="00C02301" w:rsidRDefault="00523782" w:rsidP="00523782">
      <w:pPr>
        <w:jc w:val="both"/>
        <w:rPr>
          <w:rFonts w:ascii="Book Antiqua" w:hAnsi="Book Antiqua" w:cstheme="minorHAnsi"/>
          <w:sz w:val="22"/>
          <w:szCs w:val="22"/>
        </w:rPr>
      </w:pPr>
    </w:p>
    <w:p w14:paraId="3FB8C86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2EEC5EA0" w14:textId="77777777" w:rsidR="00523782" w:rsidRPr="00C02301" w:rsidRDefault="00523782" w:rsidP="00523782">
      <w:pPr>
        <w:jc w:val="both"/>
        <w:rPr>
          <w:rFonts w:ascii="Book Antiqua" w:hAnsi="Book Antiqua" w:cstheme="minorHAnsi"/>
          <w:sz w:val="22"/>
          <w:szCs w:val="22"/>
        </w:rPr>
      </w:pPr>
    </w:p>
    <w:p w14:paraId="3CF6DFBD"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65F237AA"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184E6514"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12886E76"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17024F34"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4EA5496B" w14:textId="77777777" w:rsidR="00523782" w:rsidRPr="00C02301" w:rsidRDefault="00523782" w:rsidP="00523782">
      <w:pPr>
        <w:jc w:val="both"/>
        <w:rPr>
          <w:rFonts w:ascii="Book Antiqua" w:hAnsi="Book Antiqua" w:cstheme="minorHAnsi"/>
          <w:sz w:val="22"/>
          <w:szCs w:val="22"/>
        </w:rPr>
      </w:pPr>
    </w:p>
    <w:p w14:paraId="35FE6B4F"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7C677C94" w14:textId="77777777" w:rsidR="00523782" w:rsidRPr="00C02301" w:rsidRDefault="00523782" w:rsidP="00523782">
      <w:pPr>
        <w:jc w:val="both"/>
        <w:rPr>
          <w:rFonts w:ascii="Book Antiqua" w:hAnsi="Book Antiqua" w:cstheme="minorHAnsi"/>
          <w:sz w:val="22"/>
          <w:szCs w:val="22"/>
        </w:rPr>
      </w:pPr>
    </w:p>
    <w:p w14:paraId="29233387"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467C7BF6"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30AC75DE"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633295E5"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26AD60A3" w14:textId="77777777" w:rsidR="00523782" w:rsidRPr="00C02301" w:rsidRDefault="00523782" w:rsidP="00523782">
      <w:pPr>
        <w:jc w:val="both"/>
        <w:rPr>
          <w:rFonts w:ascii="Book Antiqua" w:hAnsi="Book Antiqua" w:cstheme="minorHAnsi"/>
          <w:sz w:val="22"/>
          <w:szCs w:val="22"/>
        </w:rPr>
      </w:pPr>
    </w:p>
    <w:p w14:paraId="64611D0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CA2E716" w14:textId="77777777" w:rsidR="004D384A" w:rsidRPr="00C02301" w:rsidRDefault="004D384A" w:rsidP="004D384A">
      <w:pPr>
        <w:jc w:val="both"/>
        <w:rPr>
          <w:rFonts w:ascii="Book Antiqua" w:hAnsi="Book Antiqua" w:cstheme="minorHAnsi"/>
          <w:sz w:val="22"/>
          <w:szCs w:val="22"/>
        </w:rPr>
      </w:pPr>
    </w:p>
    <w:p w14:paraId="10881F85"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512DF3C7" w14:textId="77777777" w:rsidR="00BB3EC9" w:rsidRDefault="00BB3EC9" w:rsidP="00BB3EC9">
      <w:pPr>
        <w:spacing w:after="60" w:line="276" w:lineRule="auto"/>
        <w:jc w:val="both"/>
        <w:rPr>
          <w:rFonts w:ascii="Book Antiqua" w:hAnsi="Book Antiqua" w:cstheme="minorHAnsi"/>
          <w:i/>
        </w:rPr>
      </w:pPr>
    </w:p>
    <w:p w14:paraId="6AEDF78D"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63EC965" w14:textId="77777777" w:rsidR="00BB3EC9" w:rsidRPr="00BB3EC9" w:rsidRDefault="00BB3EC9" w:rsidP="00BB3EC9">
      <w:pPr>
        <w:rPr>
          <w:rFonts w:ascii="Book Antiqua" w:hAnsi="Book Antiqua" w:cstheme="minorHAnsi"/>
          <w:sz w:val="22"/>
          <w:szCs w:val="22"/>
        </w:rPr>
      </w:pPr>
    </w:p>
    <w:p w14:paraId="71C0F431"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1264E71A" w14:textId="77777777" w:rsidR="004D384A" w:rsidRPr="00C02301" w:rsidRDefault="004D384A" w:rsidP="004D384A">
      <w:pPr>
        <w:jc w:val="both"/>
        <w:rPr>
          <w:rFonts w:ascii="Book Antiqua" w:hAnsi="Book Antiqua" w:cstheme="minorHAnsi"/>
          <w:sz w:val="22"/>
          <w:szCs w:val="22"/>
        </w:rPr>
      </w:pPr>
    </w:p>
    <w:p w14:paraId="4402881E" w14:textId="77777777" w:rsidR="004D384A" w:rsidRPr="00BB2BDA" w:rsidRDefault="004D384A" w:rsidP="004D384A">
      <w:pPr>
        <w:rPr>
          <w:rFonts w:ascii="Book Antiqua" w:hAnsi="Book Antiqua" w:cstheme="minorHAnsi"/>
          <w:sz w:val="24"/>
          <w:szCs w:val="24"/>
        </w:rPr>
      </w:pPr>
    </w:p>
    <w:p w14:paraId="302CBF2A"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3FAE870C"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257FBA91" w14:textId="77777777" w:rsidR="004D384A" w:rsidRPr="00BB2BDA" w:rsidRDefault="004D384A" w:rsidP="002D6627">
      <w:pPr>
        <w:rPr>
          <w:rFonts w:ascii="Book Antiqua" w:hAnsi="Book Antiqua" w:cstheme="minorHAnsi"/>
          <w:sz w:val="24"/>
          <w:szCs w:val="24"/>
        </w:rPr>
      </w:pPr>
    </w:p>
    <w:p w14:paraId="30251309"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19580941"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6167B2F1"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6248A775" w14:textId="77777777" w:rsidR="004165B1" w:rsidRPr="00492583" w:rsidRDefault="004165B1" w:rsidP="004165B1">
      <w:pPr>
        <w:suppressAutoHyphens/>
        <w:rPr>
          <w:rFonts w:ascii="Book Antiqua" w:eastAsia="Times New Roman" w:hAnsi="Book Antiqua" w:cstheme="minorHAnsi"/>
          <w:sz w:val="16"/>
          <w:szCs w:val="16"/>
          <w:lang w:eastAsia="zh-CN"/>
        </w:rPr>
      </w:pPr>
    </w:p>
    <w:p w14:paraId="184D2087"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61E59988"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03FE2FA" w14:textId="08F862F6"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9512FD" w:rsidRPr="009512FD">
        <w:rPr>
          <w:rFonts w:ascii="Book Antiqua" w:hAnsi="Book Antiqua" w:cs="Arial"/>
          <w:b/>
          <w:bCs/>
          <w:noProof/>
          <w:sz w:val="22"/>
          <w:szCs w:val="22"/>
        </w:rPr>
        <w:t>Silnice III/31512 Skuhrov</w:t>
      </w:r>
      <w:r w:rsidRPr="006D238C">
        <w:rPr>
          <w:rFonts w:ascii="Book Antiqua" w:hAnsi="Book Antiqua" w:cstheme="minorHAnsi"/>
          <w:b/>
          <w:noProof/>
          <w:sz w:val="22"/>
          <w:szCs w:val="22"/>
        </w:rPr>
        <w:t>“</w:t>
      </w:r>
    </w:p>
    <w:p w14:paraId="6DF3723A" w14:textId="77777777" w:rsidR="004165B1" w:rsidRPr="00BB3EC9" w:rsidRDefault="004165B1" w:rsidP="004165B1">
      <w:pPr>
        <w:suppressAutoHyphens/>
        <w:jc w:val="center"/>
        <w:rPr>
          <w:rFonts w:ascii="Book Antiqua" w:eastAsia="Times New Roman" w:hAnsi="Book Antiqua" w:cstheme="minorHAnsi"/>
          <w:b/>
          <w:sz w:val="22"/>
          <w:szCs w:val="22"/>
        </w:rPr>
      </w:pPr>
    </w:p>
    <w:p w14:paraId="2F71FA01"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6153C3D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290D799"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9ABDD40"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47E79069" w14:textId="77777777" w:rsidTr="00595B37">
        <w:tc>
          <w:tcPr>
            <w:tcW w:w="3119" w:type="dxa"/>
            <w:tcBorders>
              <w:left w:val="double" w:sz="4" w:space="0" w:color="auto"/>
              <w:right w:val="single" w:sz="4" w:space="0" w:color="auto"/>
            </w:tcBorders>
            <w:vAlign w:val="center"/>
          </w:tcPr>
          <w:p w14:paraId="658C8537"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5ADF69B8"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36AF7892" w14:textId="77777777" w:rsidTr="00595B37">
        <w:tc>
          <w:tcPr>
            <w:tcW w:w="3119" w:type="dxa"/>
            <w:tcBorders>
              <w:left w:val="double" w:sz="4" w:space="0" w:color="auto"/>
              <w:right w:val="single" w:sz="4" w:space="0" w:color="auto"/>
            </w:tcBorders>
            <w:vAlign w:val="center"/>
          </w:tcPr>
          <w:p w14:paraId="199BDA73"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B181A23"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22E1E69C" w14:textId="77777777" w:rsidTr="00595B37">
        <w:tc>
          <w:tcPr>
            <w:tcW w:w="9072" w:type="dxa"/>
            <w:gridSpan w:val="2"/>
            <w:tcBorders>
              <w:left w:val="double" w:sz="4" w:space="0" w:color="auto"/>
              <w:bottom w:val="double" w:sz="4" w:space="0" w:color="auto"/>
              <w:right w:val="double" w:sz="4" w:space="0" w:color="auto"/>
            </w:tcBorders>
            <w:vAlign w:val="center"/>
          </w:tcPr>
          <w:p w14:paraId="04B15A4D"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1859A612"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4F58AFB6"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63DCCB0B"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244C8EC"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7AA399E9" w14:textId="77777777" w:rsidTr="00595B37">
        <w:tc>
          <w:tcPr>
            <w:tcW w:w="3119" w:type="dxa"/>
            <w:tcBorders>
              <w:top w:val="double" w:sz="4" w:space="0" w:color="auto"/>
              <w:left w:val="double" w:sz="4" w:space="0" w:color="auto"/>
              <w:bottom w:val="single" w:sz="4" w:space="0" w:color="auto"/>
              <w:right w:val="single" w:sz="4" w:space="0" w:color="auto"/>
            </w:tcBorders>
          </w:tcPr>
          <w:p w14:paraId="28663F83"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9F483F"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4DC55702" w14:textId="77777777" w:rsidTr="00595B37">
        <w:tc>
          <w:tcPr>
            <w:tcW w:w="3119" w:type="dxa"/>
            <w:tcBorders>
              <w:top w:val="single" w:sz="4" w:space="0" w:color="auto"/>
              <w:left w:val="double" w:sz="4" w:space="0" w:color="auto"/>
              <w:bottom w:val="single" w:sz="4" w:space="0" w:color="auto"/>
              <w:right w:val="single" w:sz="4" w:space="0" w:color="auto"/>
            </w:tcBorders>
          </w:tcPr>
          <w:p w14:paraId="715477C0"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083078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3C09A93" w14:textId="77777777" w:rsidTr="00595B37">
        <w:tc>
          <w:tcPr>
            <w:tcW w:w="3119" w:type="dxa"/>
            <w:tcBorders>
              <w:top w:val="single" w:sz="4" w:space="0" w:color="auto"/>
              <w:left w:val="double" w:sz="4" w:space="0" w:color="auto"/>
              <w:bottom w:val="single" w:sz="4" w:space="0" w:color="auto"/>
              <w:right w:val="single" w:sz="4" w:space="0" w:color="auto"/>
            </w:tcBorders>
          </w:tcPr>
          <w:p w14:paraId="26A7B6B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B18DC1A"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872BECF"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EF6DE09"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7FB0B092" w14:textId="77777777" w:rsidR="004165B1" w:rsidRPr="00BB3EC9" w:rsidRDefault="004165B1" w:rsidP="00595B37">
            <w:pPr>
              <w:spacing w:before="120" w:after="120"/>
              <w:rPr>
                <w:rFonts w:ascii="Book Antiqua" w:hAnsi="Book Antiqua" w:cstheme="minorHAnsi"/>
                <w:sz w:val="22"/>
                <w:szCs w:val="22"/>
              </w:rPr>
            </w:pPr>
          </w:p>
        </w:tc>
      </w:tr>
    </w:tbl>
    <w:p w14:paraId="250EE916" w14:textId="77777777" w:rsidR="004165B1" w:rsidRPr="007D3F34" w:rsidRDefault="004165B1" w:rsidP="004165B1">
      <w:pPr>
        <w:suppressAutoHyphens/>
        <w:jc w:val="center"/>
        <w:rPr>
          <w:rFonts w:ascii="Book Antiqua" w:eastAsia="Times New Roman" w:hAnsi="Book Antiqua" w:cstheme="minorHAnsi"/>
          <w:lang w:eastAsia="zh-CN"/>
        </w:rPr>
      </w:pPr>
    </w:p>
    <w:p w14:paraId="4810BB52" w14:textId="77777777" w:rsidR="004165B1" w:rsidRDefault="004165B1" w:rsidP="004165B1">
      <w:pPr>
        <w:rPr>
          <w:rFonts w:ascii="Book Antiqua" w:eastAsia="Times New Roman" w:hAnsi="Book Antiqua" w:cstheme="minorHAnsi"/>
          <w:lang w:eastAsia="zh-CN"/>
        </w:rPr>
      </w:pPr>
    </w:p>
    <w:p w14:paraId="44EF19D2" w14:textId="77777777" w:rsidR="00FF2315" w:rsidRDefault="00FF2315" w:rsidP="004165B1">
      <w:pPr>
        <w:rPr>
          <w:rFonts w:ascii="Book Antiqua" w:eastAsia="Times New Roman" w:hAnsi="Book Antiqua" w:cstheme="minorHAnsi"/>
          <w:lang w:eastAsia="zh-CN"/>
        </w:rPr>
      </w:pPr>
    </w:p>
    <w:p w14:paraId="23BE6FBF" w14:textId="77777777" w:rsidR="00FF2315" w:rsidRDefault="00FF2315" w:rsidP="004165B1">
      <w:pPr>
        <w:rPr>
          <w:rFonts w:ascii="Book Antiqua" w:eastAsia="Times New Roman" w:hAnsi="Book Antiqua" w:cstheme="minorHAnsi"/>
          <w:lang w:eastAsia="zh-CN"/>
        </w:rPr>
      </w:pPr>
    </w:p>
    <w:p w14:paraId="5BD1BFC9" w14:textId="77777777" w:rsidR="008A58D7" w:rsidRDefault="008A58D7" w:rsidP="004165B1">
      <w:pPr>
        <w:rPr>
          <w:rFonts w:ascii="Book Antiqua" w:eastAsia="Times New Roman" w:hAnsi="Book Antiqua" w:cstheme="minorHAnsi"/>
          <w:lang w:eastAsia="zh-CN"/>
        </w:rPr>
      </w:pPr>
    </w:p>
    <w:p w14:paraId="18B77437" w14:textId="77777777" w:rsidR="008A58D7" w:rsidRDefault="008A58D7" w:rsidP="004165B1">
      <w:pPr>
        <w:rPr>
          <w:rFonts w:ascii="Book Antiqua" w:eastAsia="Times New Roman" w:hAnsi="Book Antiqua" w:cstheme="minorHAnsi"/>
          <w:lang w:eastAsia="zh-CN"/>
        </w:rPr>
      </w:pPr>
    </w:p>
    <w:p w14:paraId="50F20E90" w14:textId="77777777" w:rsidR="008A58D7" w:rsidRDefault="008A58D7" w:rsidP="004165B1">
      <w:pPr>
        <w:rPr>
          <w:rFonts w:ascii="Book Antiqua" w:eastAsia="Times New Roman" w:hAnsi="Book Antiqua" w:cstheme="minorHAnsi"/>
          <w:lang w:eastAsia="zh-CN"/>
        </w:rPr>
      </w:pPr>
    </w:p>
    <w:p w14:paraId="71258712" w14:textId="77777777" w:rsidR="008A58D7" w:rsidRDefault="008A58D7" w:rsidP="004165B1">
      <w:pPr>
        <w:rPr>
          <w:rFonts w:ascii="Book Antiqua" w:eastAsia="Times New Roman" w:hAnsi="Book Antiqua" w:cstheme="minorHAnsi"/>
          <w:lang w:eastAsia="zh-CN"/>
        </w:rPr>
      </w:pPr>
    </w:p>
    <w:p w14:paraId="47BBB8CC" w14:textId="77777777" w:rsidR="008A58D7" w:rsidRDefault="008A58D7" w:rsidP="004165B1">
      <w:pPr>
        <w:rPr>
          <w:rFonts w:ascii="Book Antiqua" w:eastAsia="Times New Roman" w:hAnsi="Book Antiqua" w:cstheme="minorHAnsi"/>
          <w:lang w:eastAsia="zh-CN"/>
        </w:rPr>
      </w:pPr>
    </w:p>
    <w:p w14:paraId="07AD3C4F" w14:textId="77777777" w:rsidR="008A58D7" w:rsidRDefault="008A58D7" w:rsidP="004165B1">
      <w:pPr>
        <w:rPr>
          <w:rFonts w:ascii="Book Antiqua" w:eastAsia="Times New Roman" w:hAnsi="Book Antiqua" w:cstheme="minorHAnsi"/>
          <w:lang w:eastAsia="zh-CN"/>
        </w:rPr>
      </w:pPr>
    </w:p>
    <w:p w14:paraId="1BEF6025" w14:textId="77777777" w:rsidR="008A58D7" w:rsidRDefault="008A58D7" w:rsidP="004165B1">
      <w:pPr>
        <w:rPr>
          <w:rFonts w:ascii="Book Antiqua" w:eastAsia="Times New Roman" w:hAnsi="Book Antiqua" w:cstheme="minorHAnsi"/>
          <w:lang w:eastAsia="zh-CN"/>
        </w:rPr>
      </w:pPr>
    </w:p>
    <w:p w14:paraId="49481CD2" w14:textId="77777777" w:rsidR="008A58D7" w:rsidRDefault="008A58D7" w:rsidP="004165B1">
      <w:pPr>
        <w:rPr>
          <w:rFonts w:ascii="Book Antiqua" w:eastAsia="Times New Roman" w:hAnsi="Book Antiqua" w:cstheme="minorHAnsi"/>
          <w:lang w:eastAsia="zh-CN"/>
        </w:rPr>
      </w:pPr>
    </w:p>
    <w:p w14:paraId="6E8672A9" w14:textId="77777777" w:rsidR="008A58D7" w:rsidRDefault="008A58D7" w:rsidP="004165B1">
      <w:pPr>
        <w:rPr>
          <w:rFonts w:ascii="Book Antiqua" w:eastAsia="Times New Roman" w:hAnsi="Book Antiqua" w:cstheme="minorHAnsi"/>
          <w:lang w:eastAsia="zh-CN"/>
        </w:rPr>
      </w:pPr>
    </w:p>
    <w:p w14:paraId="36E9BD73" w14:textId="77777777" w:rsidR="008A58D7" w:rsidRDefault="008A58D7" w:rsidP="004165B1">
      <w:pPr>
        <w:rPr>
          <w:rFonts w:ascii="Book Antiqua" w:eastAsia="Times New Roman" w:hAnsi="Book Antiqua" w:cstheme="minorHAnsi"/>
          <w:lang w:eastAsia="zh-CN"/>
        </w:rPr>
      </w:pPr>
    </w:p>
    <w:p w14:paraId="4015A896" w14:textId="77777777" w:rsidR="008A58D7" w:rsidRDefault="008A58D7" w:rsidP="004165B1">
      <w:pPr>
        <w:rPr>
          <w:rFonts w:ascii="Book Antiqua" w:eastAsia="Times New Roman" w:hAnsi="Book Antiqua" w:cstheme="minorHAnsi"/>
          <w:lang w:eastAsia="zh-CN"/>
        </w:rPr>
      </w:pPr>
    </w:p>
    <w:p w14:paraId="19F16B18"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DA64112" w14:textId="77777777" w:rsidR="004165B1" w:rsidRPr="00492583" w:rsidRDefault="004165B1" w:rsidP="004165B1">
      <w:pPr>
        <w:shd w:val="clear" w:color="auto" w:fill="F79646"/>
        <w:spacing w:after="40"/>
        <w:jc w:val="center"/>
        <w:rPr>
          <w:rFonts w:ascii="Book Antiqua" w:hAnsi="Book Antiqua" w:cstheme="minorHAnsi"/>
          <w:b/>
          <w:caps/>
        </w:rPr>
      </w:pPr>
    </w:p>
    <w:p w14:paraId="4E1B491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07CF2936" w14:textId="77777777" w:rsidR="004165B1" w:rsidRPr="00492583" w:rsidRDefault="004165B1" w:rsidP="004165B1">
      <w:pPr>
        <w:shd w:val="clear" w:color="auto" w:fill="F79646"/>
        <w:jc w:val="center"/>
        <w:rPr>
          <w:rFonts w:ascii="Book Antiqua" w:hAnsi="Book Antiqua" w:cstheme="minorHAnsi"/>
          <w:b/>
          <w:caps/>
        </w:rPr>
      </w:pPr>
    </w:p>
    <w:p w14:paraId="316C9EC9" w14:textId="77777777" w:rsidR="004165B1" w:rsidRPr="00492583" w:rsidRDefault="004165B1" w:rsidP="004165B1">
      <w:pPr>
        <w:jc w:val="center"/>
        <w:rPr>
          <w:rFonts w:ascii="Book Antiqua" w:hAnsi="Book Antiqua" w:cstheme="minorHAnsi"/>
          <w:sz w:val="16"/>
          <w:szCs w:val="16"/>
        </w:rPr>
      </w:pPr>
    </w:p>
    <w:p w14:paraId="2F145844"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3A8AFAFA" w14:textId="39C271F0"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9512FD" w:rsidRPr="009512FD">
        <w:rPr>
          <w:rFonts w:ascii="Book Antiqua" w:hAnsi="Book Antiqua" w:cs="Arial"/>
          <w:b/>
          <w:bCs/>
          <w:noProof/>
          <w:sz w:val="22"/>
          <w:szCs w:val="22"/>
        </w:rPr>
        <w:t>Silnice III/31512 Skuhrov</w:t>
      </w:r>
      <w:r w:rsidR="00BF0690" w:rsidRPr="006D238C">
        <w:rPr>
          <w:rFonts w:ascii="Book Antiqua" w:hAnsi="Book Antiqua" w:cstheme="minorHAnsi"/>
          <w:b/>
          <w:noProof/>
          <w:sz w:val="22"/>
          <w:szCs w:val="22"/>
        </w:rPr>
        <w:t>“</w:t>
      </w:r>
    </w:p>
    <w:p w14:paraId="00CB0D3C"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5B426269"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8C7640F"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64563BD6"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7B8FF0C0" w14:textId="77777777" w:rsidTr="00FF2315">
        <w:trPr>
          <w:trHeight w:val="505"/>
        </w:trPr>
        <w:tc>
          <w:tcPr>
            <w:tcW w:w="3103" w:type="dxa"/>
            <w:tcBorders>
              <w:left w:val="double" w:sz="4" w:space="0" w:color="auto"/>
              <w:right w:val="single" w:sz="4" w:space="0" w:color="auto"/>
            </w:tcBorders>
            <w:vAlign w:val="center"/>
          </w:tcPr>
          <w:p w14:paraId="1CC63A40"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7BB5767F"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40A4F323" w14:textId="77777777" w:rsidTr="00FF2315">
        <w:trPr>
          <w:trHeight w:val="505"/>
        </w:trPr>
        <w:tc>
          <w:tcPr>
            <w:tcW w:w="3103" w:type="dxa"/>
            <w:tcBorders>
              <w:left w:val="double" w:sz="4" w:space="0" w:color="auto"/>
              <w:right w:val="single" w:sz="4" w:space="0" w:color="auto"/>
            </w:tcBorders>
            <w:vAlign w:val="center"/>
          </w:tcPr>
          <w:p w14:paraId="5C13F773"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0508E0CE"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4F26A7B"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13105751"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7C86C9D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12EBE965"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7F659324"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1F391389" w14:textId="77777777" w:rsidTr="00FF2315">
              <w:trPr>
                <w:trHeight w:val="870"/>
              </w:trPr>
              <w:tc>
                <w:tcPr>
                  <w:tcW w:w="2144" w:type="dxa"/>
                  <w:shd w:val="clear" w:color="auto" w:fill="D9D9D9"/>
                  <w:vAlign w:val="center"/>
                </w:tcPr>
                <w:p w14:paraId="76CAC8E8"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5C8A5DC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433D3C2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666B84FC" w14:textId="77777777" w:rsidTr="00FF2315">
              <w:trPr>
                <w:trHeight w:val="386"/>
              </w:trPr>
              <w:tc>
                <w:tcPr>
                  <w:tcW w:w="2144" w:type="dxa"/>
                </w:tcPr>
                <w:p w14:paraId="6BAF3C2B"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3CA42FD0"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01CB118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23002167" w14:textId="77777777" w:rsidTr="00FF2315">
              <w:trPr>
                <w:trHeight w:val="371"/>
              </w:trPr>
              <w:tc>
                <w:tcPr>
                  <w:tcW w:w="2144" w:type="dxa"/>
                </w:tcPr>
                <w:p w14:paraId="45D9B2CE"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4BAD71F6"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7F9BE2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24585AA7" w14:textId="77777777" w:rsidTr="00FF2315">
              <w:trPr>
                <w:trHeight w:val="386"/>
              </w:trPr>
              <w:tc>
                <w:tcPr>
                  <w:tcW w:w="2144" w:type="dxa"/>
                </w:tcPr>
                <w:p w14:paraId="570E3A58"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7E11836"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716AAC1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6C9A74FC"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7D5A3852"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59FA9606"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28E14A08"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092FA15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034C8043"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772B4207"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65E1D785"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2415E628"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26BC60FD"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5190FAE8"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1F67391"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4DE903FB"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23E17F30"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1CD90D89" w14:textId="77777777" w:rsidR="004165B1" w:rsidRPr="0074115F" w:rsidRDefault="004165B1" w:rsidP="00595B37">
            <w:pPr>
              <w:spacing w:before="120" w:after="120"/>
              <w:rPr>
                <w:rFonts w:ascii="Book Antiqua" w:hAnsi="Book Antiqua" w:cstheme="minorHAnsi"/>
                <w:sz w:val="22"/>
                <w:szCs w:val="22"/>
              </w:rPr>
            </w:pPr>
          </w:p>
        </w:tc>
      </w:tr>
    </w:tbl>
    <w:p w14:paraId="7F4A8B66" w14:textId="77777777" w:rsidR="0074115F" w:rsidRDefault="0074115F" w:rsidP="00E06E6F">
      <w:pPr>
        <w:rPr>
          <w:rFonts w:ascii="Book Antiqua" w:hAnsi="Book Antiqua" w:cstheme="minorHAnsi"/>
          <w:sz w:val="22"/>
          <w:szCs w:val="22"/>
        </w:rPr>
      </w:pPr>
    </w:p>
    <w:p w14:paraId="69D2B260" w14:textId="77777777" w:rsidR="00204784" w:rsidRPr="00DA2864" w:rsidRDefault="00204784" w:rsidP="00E06E6F">
      <w:pPr>
        <w:rPr>
          <w:rFonts w:ascii="Book Antiqua" w:hAnsi="Book Antiqua" w:cstheme="minorHAnsi"/>
          <w:sz w:val="22"/>
          <w:szCs w:val="22"/>
        </w:rPr>
      </w:pPr>
    </w:p>
    <w:p w14:paraId="5312037C"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751C9A7D" w14:textId="77777777" w:rsidR="0074115F" w:rsidRPr="00492583" w:rsidRDefault="0074115F" w:rsidP="0074115F">
      <w:pPr>
        <w:rPr>
          <w:rFonts w:ascii="Book Antiqua" w:eastAsia="Times New Roman" w:hAnsi="Book Antiqua" w:cstheme="minorHAnsi"/>
          <w:lang w:eastAsia="zh-CN"/>
        </w:rPr>
      </w:pPr>
    </w:p>
    <w:p w14:paraId="655FA392" w14:textId="77777777" w:rsidR="0074115F" w:rsidRPr="00492583" w:rsidRDefault="0074115F" w:rsidP="0074115F">
      <w:pPr>
        <w:shd w:val="clear" w:color="auto" w:fill="F79646"/>
        <w:spacing w:after="40"/>
        <w:jc w:val="center"/>
        <w:rPr>
          <w:rFonts w:ascii="Book Antiqua" w:hAnsi="Book Antiqua" w:cstheme="minorHAnsi"/>
          <w:b/>
          <w:caps/>
        </w:rPr>
      </w:pPr>
    </w:p>
    <w:p w14:paraId="2113031D"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716B38AA" w14:textId="77777777" w:rsidR="0074115F" w:rsidRPr="00492583" w:rsidRDefault="0074115F" w:rsidP="0074115F">
      <w:pPr>
        <w:shd w:val="clear" w:color="auto" w:fill="F79646"/>
        <w:jc w:val="center"/>
        <w:rPr>
          <w:rFonts w:ascii="Book Antiqua" w:hAnsi="Book Antiqua" w:cstheme="minorHAnsi"/>
          <w:b/>
          <w:caps/>
        </w:rPr>
      </w:pPr>
    </w:p>
    <w:p w14:paraId="3969B663" w14:textId="77777777" w:rsidR="0074115F" w:rsidRPr="00492583" w:rsidRDefault="0074115F" w:rsidP="0074115F">
      <w:pPr>
        <w:jc w:val="center"/>
        <w:rPr>
          <w:rFonts w:ascii="Book Antiqua" w:hAnsi="Book Antiqua" w:cstheme="minorHAnsi"/>
        </w:rPr>
      </w:pPr>
    </w:p>
    <w:p w14:paraId="2786CBB5"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7941AD20" w14:textId="73EE106D"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9512FD" w:rsidRPr="009512FD">
        <w:rPr>
          <w:rFonts w:ascii="Book Antiqua" w:hAnsi="Book Antiqua" w:cs="Arial"/>
          <w:b/>
          <w:bCs/>
          <w:noProof/>
          <w:sz w:val="22"/>
          <w:szCs w:val="22"/>
        </w:rPr>
        <w:t>Silnice III/31512 Skuhrov</w:t>
      </w:r>
      <w:r w:rsidR="00E728F0">
        <w:rPr>
          <w:rFonts w:ascii="Book Antiqua" w:hAnsi="Book Antiqua" w:cstheme="minorHAnsi"/>
          <w:b/>
          <w:bCs/>
          <w:noProof/>
          <w:sz w:val="22"/>
          <w:szCs w:val="22"/>
        </w:rPr>
        <w:t>“</w:t>
      </w:r>
    </w:p>
    <w:p w14:paraId="679BA4AD"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766DD3A"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9096B05"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95B876A"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2453238C" w14:textId="77777777" w:rsidTr="00595B37">
        <w:tc>
          <w:tcPr>
            <w:tcW w:w="3119" w:type="dxa"/>
            <w:tcBorders>
              <w:left w:val="double" w:sz="4" w:space="0" w:color="auto"/>
              <w:right w:val="single" w:sz="4" w:space="0" w:color="auto"/>
            </w:tcBorders>
            <w:vAlign w:val="center"/>
          </w:tcPr>
          <w:p w14:paraId="3041CD3E"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676B8ED3"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7BCFD09" w14:textId="77777777" w:rsidTr="00595B37">
        <w:tc>
          <w:tcPr>
            <w:tcW w:w="3119" w:type="dxa"/>
            <w:tcBorders>
              <w:left w:val="double" w:sz="4" w:space="0" w:color="auto"/>
              <w:right w:val="single" w:sz="4" w:space="0" w:color="auto"/>
            </w:tcBorders>
            <w:vAlign w:val="center"/>
          </w:tcPr>
          <w:p w14:paraId="2487851B"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7E0A2F14"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CCB383C" w14:textId="77777777" w:rsidTr="00595B37">
        <w:tc>
          <w:tcPr>
            <w:tcW w:w="9072" w:type="dxa"/>
            <w:gridSpan w:val="2"/>
            <w:tcBorders>
              <w:left w:val="double" w:sz="4" w:space="0" w:color="auto"/>
              <w:bottom w:val="double" w:sz="4" w:space="0" w:color="auto"/>
              <w:right w:val="double" w:sz="4" w:space="0" w:color="auto"/>
            </w:tcBorders>
            <w:vAlign w:val="center"/>
          </w:tcPr>
          <w:p w14:paraId="58443C54"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48B7496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2B3927D8"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ABA5F56"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6AE84639"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6BDAECB2"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7E60EEF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A8794B6"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43ED0510" w14:textId="77777777" w:rsidTr="00595B37">
        <w:tc>
          <w:tcPr>
            <w:tcW w:w="3119" w:type="dxa"/>
            <w:tcBorders>
              <w:top w:val="double" w:sz="4" w:space="0" w:color="auto"/>
              <w:left w:val="double" w:sz="4" w:space="0" w:color="auto"/>
              <w:bottom w:val="single" w:sz="4" w:space="0" w:color="auto"/>
              <w:right w:val="single" w:sz="4" w:space="0" w:color="auto"/>
            </w:tcBorders>
          </w:tcPr>
          <w:p w14:paraId="67BC8CAA"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76D373D"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1A548966" w14:textId="77777777" w:rsidTr="00595B37">
        <w:tc>
          <w:tcPr>
            <w:tcW w:w="3119" w:type="dxa"/>
            <w:tcBorders>
              <w:top w:val="single" w:sz="4" w:space="0" w:color="auto"/>
              <w:left w:val="double" w:sz="4" w:space="0" w:color="auto"/>
              <w:bottom w:val="single" w:sz="4" w:space="0" w:color="auto"/>
              <w:right w:val="single" w:sz="4" w:space="0" w:color="auto"/>
            </w:tcBorders>
          </w:tcPr>
          <w:p w14:paraId="76E811D9"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001A645"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ECD285" w14:textId="77777777" w:rsidTr="00595B37">
        <w:tc>
          <w:tcPr>
            <w:tcW w:w="3119" w:type="dxa"/>
            <w:tcBorders>
              <w:top w:val="single" w:sz="4" w:space="0" w:color="auto"/>
              <w:left w:val="double" w:sz="4" w:space="0" w:color="auto"/>
              <w:bottom w:val="single" w:sz="4" w:space="0" w:color="auto"/>
              <w:right w:val="single" w:sz="4" w:space="0" w:color="auto"/>
            </w:tcBorders>
          </w:tcPr>
          <w:p w14:paraId="3827C9D9"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97761B9"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03110288"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F5509C3"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C6468B1" w14:textId="77777777" w:rsidR="0074115F" w:rsidRPr="00EE6911" w:rsidRDefault="0074115F" w:rsidP="00595B37">
            <w:pPr>
              <w:spacing w:before="120" w:after="120"/>
              <w:rPr>
                <w:rFonts w:ascii="Book Antiqua" w:hAnsi="Book Antiqua" w:cstheme="minorHAnsi"/>
                <w:sz w:val="22"/>
                <w:szCs w:val="22"/>
              </w:rPr>
            </w:pPr>
          </w:p>
        </w:tc>
      </w:tr>
    </w:tbl>
    <w:p w14:paraId="3E9ABFAC" w14:textId="77777777" w:rsidR="0074115F" w:rsidRDefault="0074115F" w:rsidP="00E06E6F">
      <w:pPr>
        <w:rPr>
          <w:rFonts w:ascii="Book Antiqua" w:hAnsi="Book Antiqua" w:cstheme="minorHAnsi"/>
        </w:rPr>
      </w:pPr>
    </w:p>
    <w:p w14:paraId="51B80007" w14:textId="77777777" w:rsidR="00EE6911" w:rsidRDefault="00EE6911" w:rsidP="00E06E6F">
      <w:pPr>
        <w:rPr>
          <w:rFonts w:ascii="Book Antiqua" w:hAnsi="Book Antiqua" w:cstheme="minorHAnsi"/>
        </w:rPr>
      </w:pPr>
    </w:p>
    <w:p w14:paraId="1AE5F585" w14:textId="77777777" w:rsidR="00EE6911" w:rsidRDefault="00EE6911" w:rsidP="00E06E6F">
      <w:pPr>
        <w:rPr>
          <w:rFonts w:ascii="Book Antiqua" w:hAnsi="Book Antiqua" w:cstheme="minorHAnsi"/>
        </w:rPr>
      </w:pPr>
    </w:p>
    <w:p w14:paraId="0308B527" w14:textId="77777777" w:rsidR="008A58D7" w:rsidRDefault="008A58D7" w:rsidP="00E06E6F">
      <w:pPr>
        <w:rPr>
          <w:rFonts w:ascii="Book Antiqua" w:hAnsi="Book Antiqua" w:cstheme="minorHAnsi"/>
        </w:rPr>
      </w:pPr>
    </w:p>
    <w:p w14:paraId="001A57BD" w14:textId="77777777" w:rsidR="008A58D7" w:rsidRDefault="008A58D7" w:rsidP="00E06E6F">
      <w:pPr>
        <w:rPr>
          <w:rFonts w:ascii="Book Antiqua" w:hAnsi="Book Antiqua" w:cstheme="minorHAnsi"/>
        </w:rPr>
      </w:pPr>
    </w:p>
    <w:p w14:paraId="0DA4947B" w14:textId="77777777" w:rsidR="008A58D7" w:rsidRDefault="008A58D7" w:rsidP="00E06E6F">
      <w:pPr>
        <w:rPr>
          <w:rFonts w:ascii="Book Antiqua" w:hAnsi="Book Antiqua" w:cstheme="minorHAnsi"/>
        </w:rPr>
      </w:pPr>
    </w:p>
    <w:p w14:paraId="7DE0DA3D"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36214282" w14:textId="77777777" w:rsidR="00EE6911" w:rsidRPr="00492583" w:rsidRDefault="00EE6911" w:rsidP="00EE6911">
      <w:pPr>
        <w:rPr>
          <w:rFonts w:ascii="Book Antiqua" w:eastAsia="Times New Roman" w:hAnsi="Book Antiqua" w:cstheme="minorHAnsi"/>
          <w:lang w:eastAsia="zh-CN"/>
        </w:rPr>
      </w:pPr>
    </w:p>
    <w:p w14:paraId="350141E1" w14:textId="77777777" w:rsidR="00EE6911" w:rsidRPr="00492583" w:rsidRDefault="00EE6911" w:rsidP="00EE6911">
      <w:pPr>
        <w:shd w:val="clear" w:color="auto" w:fill="F79646"/>
        <w:spacing w:after="40"/>
        <w:jc w:val="center"/>
        <w:rPr>
          <w:rFonts w:ascii="Book Antiqua" w:hAnsi="Book Antiqua" w:cstheme="minorHAnsi"/>
          <w:b/>
          <w:caps/>
        </w:rPr>
      </w:pPr>
    </w:p>
    <w:p w14:paraId="0C49279D"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6D816176"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1784EB40"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6141A1A2" w14:textId="77777777" w:rsidR="00EE6911" w:rsidRPr="00492583" w:rsidRDefault="00EE6911" w:rsidP="00EE6911">
      <w:pPr>
        <w:shd w:val="clear" w:color="auto" w:fill="F79646"/>
        <w:jc w:val="center"/>
        <w:rPr>
          <w:rFonts w:ascii="Book Antiqua" w:hAnsi="Book Antiqua" w:cstheme="minorHAnsi"/>
          <w:b/>
          <w:caps/>
        </w:rPr>
      </w:pPr>
    </w:p>
    <w:p w14:paraId="2DE2A436" w14:textId="77777777" w:rsidR="00EE6911" w:rsidRPr="00492583" w:rsidRDefault="00EE6911" w:rsidP="00EE6911">
      <w:pPr>
        <w:jc w:val="center"/>
        <w:rPr>
          <w:rFonts w:ascii="Book Antiqua" w:hAnsi="Book Antiqua" w:cstheme="minorHAnsi"/>
        </w:rPr>
      </w:pPr>
    </w:p>
    <w:p w14:paraId="6AC275B8"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412B0656" w14:textId="4B1E442E"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9512FD" w:rsidRPr="009512FD">
        <w:rPr>
          <w:rFonts w:ascii="Book Antiqua" w:hAnsi="Book Antiqua" w:cs="Arial"/>
          <w:b/>
          <w:bCs/>
          <w:noProof/>
          <w:sz w:val="22"/>
          <w:szCs w:val="22"/>
        </w:rPr>
        <w:t>Silnice III/31512 Skuhrov</w:t>
      </w:r>
      <w:r w:rsidRPr="00931B84">
        <w:rPr>
          <w:rFonts w:ascii="Book Antiqua" w:eastAsia="Times New Roman" w:hAnsi="Book Antiqua" w:cstheme="minorHAnsi"/>
          <w:b/>
          <w:sz w:val="22"/>
          <w:szCs w:val="22"/>
        </w:rPr>
        <w:t>“</w:t>
      </w:r>
    </w:p>
    <w:p w14:paraId="2A9ED9B3"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4004803C"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2B12744E"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7E04AABA"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4168BF9"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44D03AF8" w14:textId="77777777" w:rsidTr="00595B37">
        <w:tc>
          <w:tcPr>
            <w:tcW w:w="3119" w:type="dxa"/>
            <w:tcBorders>
              <w:left w:val="double" w:sz="4" w:space="0" w:color="auto"/>
              <w:right w:val="single" w:sz="4" w:space="0" w:color="auto"/>
            </w:tcBorders>
            <w:vAlign w:val="center"/>
          </w:tcPr>
          <w:p w14:paraId="07B86128"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4773E976"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41E5FC06" w14:textId="77777777" w:rsidTr="00595B37">
        <w:tc>
          <w:tcPr>
            <w:tcW w:w="3119" w:type="dxa"/>
            <w:tcBorders>
              <w:left w:val="double" w:sz="4" w:space="0" w:color="auto"/>
              <w:right w:val="single" w:sz="4" w:space="0" w:color="auto"/>
            </w:tcBorders>
            <w:vAlign w:val="center"/>
          </w:tcPr>
          <w:p w14:paraId="0373138A"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70C147A2"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BF2D428"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F025ADB" w14:textId="1BF07943"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9512FD" w:rsidRPr="009512FD">
              <w:rPr>
                <w:rFonts w:ascii="Book Antiqua" w:hAnsi="Book Antiqua" w:cs="Arial"/>
                <w:noProof/>
                <w:sz w:val="22"/>
                <w:szCs w:val="22"/>
              </w:rPr>
              <w:t>Silnice III/31512 Skuhrov</w:t>
            </w:r>
            <w:r w:rsidR="00602059" w:rsidRPr="00931B84">
              <w:rPr>
                <w:rFonts w:ascii="Book Antiqua" w:hAnsi="Book Antiqua" w:cstheme="minorHAnsi"/>
                <w:bCs/>
                <w:noProof/>
                <w:sz w:val="22"/>
                <w:szCs w:val="22"/>
              </w:rPr>
              <w:t>“</w:t>
            </w:r>
          </w:p>
          <w:p w14:paraId="086453E3"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4D79033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DC1A7D8" w14:textId="77777777" w:rsidR="002D7CE5" w:rsidRDefault="002D7CE5" w:rsidP="00F50950">
            <w:pPr>
              <w:jc w:val="both"/>
              <w:rPr>
                <w:rFonts w:ascii="Book Antiqua" w:hAnsi="Book Antiqua"/>
                <w:sz w:val="22"/>
                <w:szCs w:val="22"/>
              </w:rPr>
            </w:pPr>
          </w:p>
          <w:p w14:paraId="0950F4D8"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01CDC130"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283EEBE"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67C1D7C"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6E25324B" w14:textId="77777777" w:rsidTr="00595B37">
        <w:tc>
          <w:tcPr>
            <w:tcW w:w="3119" w:type="dxa"/>
            <w:tcBorders>
              <w:top w:val="double" w:sz="4" w:space="0" w:color="auto"/>
              <w:left w:val="double" w:sz="4" w:space="0" w:color="auto"/>
              <w:bottom w:val="single" w:sz="4" w:space="0" w:color="auto"/>
              <w:right w:val="single" w:sz="4" w:space="0" w:color="auto"/>
            </w:tcBorders>
          </w:tcPr>
          <w:p w14:paraId="2A6AE0EB"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1434E71"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792CFA70" w14:textId="77777777" w:rsidTr="00595B37">
        <w:tc>
          <w:tcPr>
            <w:tcW w:w="3119" w:type="dxa"/>
            <w:tcBorders>
              <w:top w:val="single" w:sz="4" w:space="0" w:color="auto"/>
              <w:left w:val="double" w:sz="4" w:space="0" w:color="auto"/>
              <w:bottom w:val="single" w:sz="4" w:space="0" w:color="auto"/>
              <w:right w:val="single" w:sz="4" w:space="0" w:color="auto"/>
            </w:tcBorders>
          </w:tcPr>
          <w:p w14:paraId="24076102"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A2143A5"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FA26BC1" w14:textId="77777777" w:rsidTr="00595B37">
        <w:tc>
          <w:tcPr>
            <w:tcW w:w="3119" w:type="dxa"/>
            <w:tcBorders>
              <w:top w:val="single" w:sz="4" w:space="0" w:color="auto"/>
              <w:left w:val="double" w:sz="4" w:space="0" w:color="auto"/>
              <w:bottom w:val="single" w:sz="4" w:space="0" w:color="auto"/>
              <w:right w:val="single" w:sz="4" w:space="0" w:color="auto"/>
            </w:tcBorders>
          </w:tcPr>
          <w:p w14:paraId="4D90914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3E22FF21"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C722D6D"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750CB1F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3151FD0" w14:textId="77777777" w:rsidR="00F50950" w:rsidRPr="00EE6911" w:rsidRDefault="00F50950" w:rsidP="00595B37">
            <w:pPr>
              <w:spacing w:before="120" w:after="120"/>
              <w:rPr>
                <w:rFonts w:ascii="Book Antiqua" w:hAnsi="Book Antiqua" w:cstheme="minorHAnsi"/>
                <w:sz w:val="22"/>
                <w:szCs w:val="22"/>
              </w:rPr>
            </w:pPr>
          </w:p>
        </w:tc>
      </w:tr>
    </w:tbl>
    <w:p w14:paraId="234597A7" w14:textId="77777777" w:rsidR="00F50950" w:rsidRDefault="00F50950" w:rsidP="00F50950">
      <w:pPr>
        <w:jc w:val="both"/>
      </w:pPr>
    </w:p>
    <w:p w14:paraId="3FD79F1C" w14:textId="77777777" w:rsidR="00DA2864" w:rsidRDefault="00DA2864" w:rsidP="00E06E6F"/>
    <w:p w14:paraId="4DFFCCEA" w14:textId="77777777" w:rsidR="00B07C2B" w:rsidRDefault="00B07C2B" w:rsidP="00E06E6F"/>
    <w:p w14:paraId="6964FB61" w14:textId="77777777" w:rsidR="00931B84" w:rsidRDefault="00931B84" w:rsidP="00E06E6F"/>
    <w:p w14:paraId="620CB84A" w14:textId="77777777" w:rsidR="008A58D7" w:rsidRDefault="008A58D7" w:rsidP="00E06E6F"/>
    <w:p w14:paraId="1D06D8FC" w14:textId="77777777" w:rsidR="008A58D7" w:rsidRDefault="008A58D7" w:rsidP="00E06E6F"/>
    <w:p w14:paraId="2ABEF6D1" w14:textId="77777777" w:rsidR="008A58D7" w:rsidRDefault="008A58D7" w:rsidP="00E06E6F"/>
    <w:p w14:paraId="7B0F7D66" w14:textId="77777777" w:rsidR="008A58D7" w:rsidRDefault="008A58D7" w:rsidP="00E06E6F"/>
    <w:p w14:paraId="1C4AAB37"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77972BE0" w14:textId="77777777" w:rsidR="00DA2864" w:rsidRPr="00492583" w:rsidRDefault="00DA2864" w:rsidP="00DA2864">
      <w:pPr>
        <w:shd w:val="clear" w:color="auto" w:fill="F79646"/>
        <w:spacing w:after="40"/>
        <w:jc w:val="center"/>
        <w:rPr>
          <w:rFonts w:ascii="Book Antiqua" w:hAnsi="Book Antiqua" w:cstheme="minorHAnsi"/>
          <w:b/>
          <w:caps/>
        </w:rPr>
      </w:pPr>
    </w:p>
    <w:p w14:paraId="7D7B3AD7"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B8D3DB7"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7485A02B" w14:textId="77777777" w:rsidR="00403CCB" w:rsidRDefault="00403CCB" w:rsidP="00E06E6F">
      <w:pPr>
        <w:rPr>
          <w:rFonts w:ascii="Book Antiqua" w:hAnsi="Book Antiqua" w:cstheme="minorHAnsi"/>
          <w:sz w:val="22"/>
          <w:szCs w:val="22"/>
        </w:rPr>
      </w:pPr>
    </w:p>
    <w:p w14:paraId="455E9A37"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594F0EEA" w14:textId="77777777" w:rsidR="00C02F3B" w:rsidRDefault="00C02F3B" w:rsidP="00A94B5D">
      <w:pPr>
        <w:jc w:val="both"/>
        <w:rPr>
          <w:rFonts w:ascii="Book Antiqua" w:hAnsi="Book Antiqua" w:cstheme="minorHAnsi"/>
          <w:sz w:val="22"/>
          <w:szCs w:val="22"/>
        </w:rPr>
      </w:pPr>
    </w:p>
    <w:p w14:paraId="48FC062B"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07856D53"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24BFCA7E"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6CC8063C"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0CA37826"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50A40A0E"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4022A868" w14:textId="5DD503D6"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9512FD" w:rsidRPr="009512FD">
              <w:rPr>
                <w:rFonts w:ascii="Book Antiqua" w:hAnsi="Book Antiqua"/>
                <w:b/>
                <w:bCs/>
                <w:noProof/>
              </w:rPr>
              <w:t>Silnice III/31512 Skuhrov</w:t>
            </w:r>
            <w:r w:rsidRPr="006259EB">
              <w:rPr>
                <w:rFonts w:ascii="Book Antiqua" w:hAnsi="Book Antiqua" w:cstheme="minorHAnsi"/>
              </w:rPr>
              <w:t>“</w:t>
            </w:r>
          </w:p>
        </w:tc>
      </w:tr>
      <w:tr w:rsidR="00830A45" w:rsidRPr="006259EB" w14:paraId="500BC0F3"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7644FF8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44684BB3"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DF5FB1F"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10AFD418" w14:textId="77777777" w:rsidR="00830A45" w:rsidRPr="006259EB" w:rsidRDefault="00830A45" w:rsidP="00372340">
            <w:pPr>
              <w:jc w:val="both"/>
              <w:rPr>
                <w:rFonts w:ascii="Book Antiqua" w:hAnsi="Book Antiqua" w:cstheme="minorHAnsi"/>
              </w:rPr>
            </w:pPr>
          </w:p>
        </w:tc>
      </w:tr>
      <w:tr w:rsidR="00830A45" w:rsidRPr="006259EB" w14:paraId="5631107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02CE79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5BD9CB2" w14:textId="77777777" w:rsidR="00830A45" w:rsidRPr="006259EB" w:rsidRDefault="00830A45" w:rsidP="00372340">
            <w:pPr>
              <w:jc w:val="both"/>
              <w:rPr>
                <w:rFonts w:ascii="Book Antiqua" w:hAnsi="Book Antiqua" w:cstheme="minorHAnsi"/>
              </w:rPr>
            </w:pPr>
          </w:p>
        </w:tc>
      </w:tr>
      <w:tr w:rsidR="00830A45" w:rsidRPr="006259EB" w14:paraId="4794C41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3524B40"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771DA6CB" w14:textId="77777777" w:rsidR="00830A45" w:rsidRPr="006259EB" w:rsidRDefault="00830A45" w:rsidP="00372340">
            <w:pPr>
              <w:jc w:val="both"/>
              <w:rPr>
                <w:rFonts w:ascii="Book Antiqua" w:hAnsi="Book Antiqua" w:cstheme="minorHAnsi"/>
              </w:rPr>
            </w:pPr>
          </w:p>
        </w:tc>
      </w:tr>
      <w:tr w:rsidR="00830A45" w:rsidRPr="006259EB" w14:paraId="2E6ED481"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1327FA4"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79578AA5" w14:textId="77777777" w:rsidR="00830A45" w:rsidRPr="006259EB" w:rsidRDefault="00830A45" w:rsidP="00372340">
            <w:pPr>
              <w:jc w:val="both"/>
              <w:rPr>
                <w:rFonts w:ascii="Book Antiqua" w:hAnsi="Book Antiqua" w:cstheme="minorHAnsi"/>
              </w:rPr>
            </w:pPr>
          </w:p>
        </w:tc>
      </w:tr>
    </w:tbl>
    <w:p w14:paraId="6CDB1661"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2BF665F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26B1E588"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11BF6C79"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7B11E2B"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60DF4B0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714D8170"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56B8D3D" w14:textId="77777777" w:rsidR="00830A45" w:rsidRPr="000549B0" w:rsidRDefault="00830A45" w:rsidP="00830A45">
      <w:pPr>
        <w:jc w:val="both"/>
        <w:rPr>
          <w:rFonts w:ascii="Book Antiqua" w:hAnsi="Book Antiqua" w:cstheme="minorHAnsi"/>
          <w:sz w:val="22"/>
          <w:szCs w:val="22"/>
        </w:rPr>
      </w:pPr>
    </w:p>
    <w:p w14:paraId="4A163833" w14:textId="77777777" w:rsidR="00830A45" w:rsidRPr="000549B0" w:rsidRDefault="00830A45" w:rsidP="00830A45">
      <w:pPr>
        <w:jc w:val="both"/>
        <w:rPr>
          <w:rFonts w:ascii="Book Antiqua" w:hAnsi="Book Antiqua" w:cstheme="minorHAnsi"/>
          <w:sz w:val="22"/>
          <w:szCs w:val="22"/>
        </w:rPr>
      </w:pPr>
    </w:p>
    <w:p w14:paraId="5176CA9A"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55475A20" w14:textId="77777777" w:rsidR="00C02F3B" w:rsidRDefault="00C02F3B" w:rsidP="00A94B5D">
      <w:pPr>
        <w:jc w:val="both"/>
        <w:rPr>
          <w:rFonts w:ascii="Book Antiqua" w:hAnsi="Book Antiqua" w:cstheme="minorHAnsi"/>
          <w:sz w:val="22"/>
          <w:szCs w:val="22"/>
        </w:rPr>
      </w:pPr>
    </w:p>
    <w:p w14:paraId="2D5951D9" w14:textId="509E19B6" w:rsidR="00702513" w:rsidRDefault="00702513">
      <w:pPr>
        <w:rPr>
          <w:rFonts w:ascii="Book Antiqua" w:hAnsi="Book Antiqua" w:cstheme="minorHAnsi"/>
          <w:sz w:val="22"/>
          <w:szCs w:val="22"/>
        </w:rPr>
      </w:pPr>
      <w:r>
        <w:rPr>
          <w:rFonts w:ascii="Book Antiqua" w:hAnsi="Book Antiqua" w:cstheme="minorHAnsi"/>
          <w:sz w:val="22"/>
          <w:szCs w:val="22"/>
        </w:rPr>
        <w:br w:type="page"/>
      </w:r>
    </w:p>
    <w:p w14:paraId="52AC6603" w14:textId="77777777" w:rsidR="00702513" w:rsidRPr="007824B3" w:rsidRDefault="00702513" w:rsidP="00702513">
      <w:pPr>
        <w:spacing w:before="120" w:after="120"/>
        <w:jc w:val="center"/>
        <w:rPr>
          <w:rFonts w:ascii="Book Antiqua" w:hAnsi="Book Antiqua" w:cstheme="minorHAnsi"/>
          <w:b/>
          <w:bCs/>
          <w:sz w:val="24"/>
          <w:szCs w:val="24"/>
        </w:rPr>
      </w:pPr>
      <w:r w:rsidRPr="007824B3">
        <w:rPr>
          <w:rFonts w:ascii="Book Antiqua" w:hAnsi="Book Antiqua" w:cstheme="minorHAnsi"/>
          <w:b/>
          <w:bCs/>
          <w:sz w:val="24"/>
          <w:szCs w:val="24"/>
        </w:rPr>
        <w:lastRenderedPageBreak/>
        <w:t>FORMULÁŘ 1.1</w:t>
      </w:r>
      <w:r>
        <w:rPr>
          <w:rFonts w:ascii="Book Antiqua" w:hAnsi="Book Antiqua" w:cstheme="minorHAnsi"/>
          <w:b/>
          <w:bCs/>
          <w:sz w:val="24"/>
          <w:szCs w:val="24"/>
        </w:rPr>
        <w:t>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702513" w:rsidRPr="007824B3" w14:paraId="4CF6CF77" w14:textId="77777777" w:rsidTr="00000267">
        <w:tc>
          <w:tcPr>
            <w:tcW w:w="9747" w:type="dxa"/>
            <w:gridSpan w:val="2"/>
          </w:tcPr>
          <w:p w14:paraId="3AD26BA3" w14:textId="77777777" w:rsidR="00702513" w:rsidRPr="007824B3" w:rsidRDefault="00702513" w:rsidP="00000267">
            <w:pPr>
              <w:shd w:val="clear" w:color="auto" w:fill="F79646"/>
              <w:suppressAutoHyphens/>
              <w:jc w:val="center"/>
              <w:rPr>
                <w:rFonts w:ascii="Book Antiqua" w:hAnsi="Book Antiqua" w:cs="Arial"/>
                <w:b/>
                <w:bCs/>
              </w:rPr>
            </w:pPr>
            <w:bookmarkStart w:id="2" w:name="_Hlk190928267"/>
          </w:p>
          <w:p w14:paraId="3578314B" w14:textId="77777777" w:rsidR="00702513" w:rsidRPr="007824B3" w:rsidRDefault="00702513" w:rsidP="00000267">
            <w:pPr>
              <w:shd w:val="clear" w:color="auto" w:fill="F79646"/>
              <w:suppressAutoHyphens/>
              <w:jc w:val="center"/>
              <w:rPr>
                <w:rFonts w:ascii="Book Antiqua" w:hAnsi="Book Antiqua" w:cs="Arial"/>
                <w:b/>
                <w:bCs/>
              </w:rPr>
            </w:pPr>
            <w:r w:rsidRPr="007824B3">
              <w:rPr>
                <w:rFonts w:ascii="Book Antiqua" w:hAnsi="Book Antiqua" w:cs="Arial"/>
                <w:b/>
                <w:bCs/>
                <w:sz w:val="22"/>
                <w:szCs w:val="22"/>
              </w:rPr>
              <w:t>ČESTNÉ PROHLÁŠENÍ O NEEXISTENCI STŘETU ZÁJMŮ</w:t>
            </w:r>
          </w:p>
          <w:p w14:paraId="5F07E55B" w14:textId="77777777" w:rsidR="00702513" w:rsidRPr="007824B3" w:rsidRDefault="00702513" w:rsidP="00000267">
            <w:pPr>
              <w:shd w:val="clear" w:color="auto" w:fill="F79646"/>
              <w:suppressAutoHyphens/>
              <w:jc w:val="center"/>
              <w:rPr>
                <w:rFonts w:ascii="Book Antiqua" w:hAnsi="Book Antiqua" w:cs="Arial"/>
                <w:b/>
                <w:bCs/>
              </w:rPr>
            </w:pPr>
          </w:p>
        </w:tc>
      </w:tr>
      <w:tr w:rsidR="00702513" w:rsidRPr="007824B3" w14:paraId="70F8ABEE" w14:textId="77777777" w:rsidTr="00000267">
        <w:trPr>
          <w:trHeight w:val="841"/>
        </w:trPr>
        <w:tc>
          <w:tcPr>
            <w:tcW w:w="3936" w:type="dxa"/>
            <w:vAlign w:val="center"/>
          </w:tcPr>
          <w:p w14:paraId="3381E84A" w14:textId="77777777" w:rsidR="00702513" w:rsidRPr="007824B3" w:rsidRDefault="00702513" w:rsidP="00000267">
            <w:pPr>
              <w:spacing w:before="120" w:after="120" w:line="276" w:lineRule="auto"/>
              <w:textAlignment w:val="top"/>
              <w:rPr>
                <w:rFonts w:ascii="Book Antiqua" w:hAnsi="Book Antiqua" w:cs="Arial"/>
              </w:rPr>
            </w:pPr>
            <w:r w:rsidRPr="007824B3">
              <w:rPr>
                <w:rFonts w:ascii="Book Antiqua" w:hAnsi="Book Antiqua" w:cs="Arial"/>
                <w:sz w:val="22"/>
                <w:szCs w:val="22"/>
              </w:rPr>
              <w:t>Název veřejné zakázky:</w:t>
            </w:r>
          </w:p>
        </w:tc>
        <w:tc>
          <w:tcPr>
            <w:tcW w:w="5811" w:type="dxa"/>
            <w:vAlign w:val="center"/>
          </w:tcPr>
          <w:p w14:paraId="19B9337B" w14:textId="209F830E" w:rsidR="00702513" w:rsidRPr="007824B3" w:rsidRDefault="00702513" w:rsidP="00000267">
            <w:pPr>
              <w:pStyle w:val="Nadpis21"/>
              <w:keepNext/>
              <w:keepLines/>
              <w:shd w:val="clear" w:color="auto" w:fill="auto"/>
              <w:spacing w:after="240"/>
              <w:outlineLvl w:val="9"/>
              <w:rPr>
                <w:rFonts w:ascii="Book Antiqua" w:hAnsi="Book Antiqua" w:cs="Arial"/>
                <w:sz w:val="22"/>
                <w:szCs w:val="22"/>
              </w:rPr>
            </w:pPr>
            <w:r w:rsidRPr="006259EB">
              <w:rPr>
                <w:rFonts w:ascii="Book Antiqua" w:hAnsi="Book Antiqua" w:cstheme="minorHAnsi"/>
              </w:rPr>
              <w:t>„</w:t>
            </w:r>
            <w:r w:rsidRPr="009512FD">
              <w:rPr>
                <w:rFonts w:ascii="Book Antiqua" w:hAnsi="Book Antiqua"/>
                <w:noProof/>
              </w:rPr>
              <w:t>Silnice III/31512 Skuhrov</w:t>
            </w:r>
            <w:r w:rsidRPr="006259EB">
              <w:rPr>
                <w:rFonts w:ascii="Book Antiqua" w:hAnsi="Book Antiqua" w:cstheme="minorHAnsi"/>
              </w:rPr>
              <w:t>“</w:t>
            </w:r>
          </w:p>
        </w:tc>
      </w:tr>
    </w:tbl>
    <w:p w14:paraId="0EE8B6C9" w14:textId="77777777" w:rsidR="00702513" w:rsidRPr="007824B3" w:rsidRDefault="00702513" w:rsidP="00702513">
      <w:pPr>
        <w:shd w:val="clear" w:color="auto" w:fill="FFFFFF"/>
        <w:spacing w:before="120" w:after="120" w:line="276" w:lineRule="auto"/>
        <w:jc w:val="both"/>
        <w:textAlignment w:val="top"/>
        <w:rPr>
          <w:rFonts w:ascii="Book Antiqua" w:hAnsi="Book Antiqua"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702513" w:rsidRPr="007824B3" w14:paraId="220608C7" w14:textId="77777777" w:rsidTr="00000267">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10B8F119" w14:textId="77777777" w:rsidR="00702513" w:rsidRPr="007824B3" w:rsidRDefault="00702513" w:rsidP="00000267">
            <w:pPr>
              <w:rPr>
                <w:rFonts w:ascii="Book Antiqua" w:hAnsi="Book Antiqua" w:cs="Arial"/>
                <w:b/>
                <w:bCs/>
                <w:color w:val="000000"/>
              </w:rPr>
            </w:pPr>
            <w:r w:rsidRPr="007824B3">
              <w:rPr>
                <w:rFonts w:ascii="Book Antiqua" w:hAnsi="Book Antiqua" w:cs="Arial"/>
                <w:b/>
                <w:bCs/>
                <w:color w:val="000000"/>
                <w:sz w:val="22"/>
                <w:szCs w:val="22"/>
              </w:rPr>
              <w:t>Údaje o účastníkovi veřejné zakázky:</w:t>
            </w:r>
          </w:p>
        </w:tc>
      </w:tr>
      <w:tr w:rsidR="00702513" w:rsidRPr="007824B3" w14:paraId="1C7A7A56" w14:textId="77777777" w:rsidTr="00000267">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C8B72B6"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 xml:space="preserve">Účastník veřejné zakázky: </w:t>
            </w:r>
            <w:r w:rsidRPr="007824B3">
              <w:rPr>
                <w:rFonts w:ascii="Book Antiqua" w:hAnsi="Book Antiqua"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6CBCA7B3" w14:textId="77777777" w:rsidR="00702513" w:rsidRPr="007824B3" w:rsidRDefault="00702513" w:rsidP="00000267">
            <w:pPr>
              <w:jc w:val="center"/>
              <w:rPr>
                <w:rFonts w:ascii="Book Antiqua" w:hAnsi="Book Antiqua" w:cs="Arial"/>
                <w:color w:val="000000"/>
              </w:rPr>
            </w:pPr>
            <w:r w:rsidRPr="007824B3">
              <w:rPr>
                <w:rFonts w:ascii="Book Antiqua" w:hAnsi="Book Antiqua" w:cs="Arial"/>
                <w:color w:val="000000"/>
                <w:sz w:val="22"/>
                <w:szCs w:val="22"/>
              </w:rPr>
              <w:t> </w:t>
            </w:r>
          </w:p>
        </w:tc>
      </w:tr>
      <w:tr w:rsidR="00702513" w:rsidRPr="007824B3" w14:paraId="2896EA1A" w14:textId="77777777" w:rsidTr="0000026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1B3F5E8"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FED95C2"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 </w:t>
            </w:r>
          </w:p>
        </w:tc>
      </w:tr>
      <w:tr w:rsidR="00702513" w:rsidRPr="007824B3" w14:paraId="5B2F86E1" w14:textId="77777777" w:rsidTr="0000026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09FAAE2"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486B65DC" w14:textId="77777777" w:rsidR="00702513" w:rsidRPr="007824B3" w:rsidRDefault="00702513" w:rsidP="00000267">
            <w:pPr>
              <w:rPr>
                <w:rFonts w:ascii="Book Antiqua" w:hAnsi="Book Antiqua" w:cs="Arial"/>
                <w:i/>
                <w:iCs/>
                <w:color w:val="000000"/>
              </w:rPr>
            </w:pPr>
            <w:r w:rsidRPr="007824B3">
              <w:rPr>
                <w:rFonts w:ascii="Book Antiqua" w:hAnsi="Book Antiqua" w:cs="Arial"/>
                <w:color w:val="000000"/>
                <w:sz w:val="22"/>
                <w:szCs w:val="22"/>
              </w:rPr>
              <w:t> </w:t>
            </w:r>
          </w:p>
        </w:tc>
      </w:tr>
      <w:tr w:rsidR="00702513" w:rsidRPr="007824B3" w14:paraId="5C615C8F" w14:textId="77777777" w:rsidTr="0000026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9565D66"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1149EEF8" w14:textId="77777777" w:rsidR="00702513" w:rsidRPr="007824B3" w:rsidRDefault="00702513" w:rsidP="00000267">
            <w:pPr>
              <w:jc w:val="center"/>
              <w:rPr>
                <w:rFonts w:ascii="Book Antiqua" w:hAnsi="Book Antiqua" w:cs="Arial"/>
                <w:color w:val="000000"/>
              </w:rPr>
            </w:pPr>
            <w:r w:rsidRPr="007824B3">
              <w:rPr>
                <w:rFonts w:ascii="Book Antiqua" w:hAnsi="Book Antiqua" w:cs="Arial"/>
                <w:color w:val="000000"/>
                <w:sz w:val="22"/>
                <w:szCs w:val="22"/>
              </w:rPr>
              <w:t> </w:t>
            </w:r>
          </w:p>
        </w:tc>
      </w:tr>
      <w:tr w:rsidR="00702513" w:rsidRPr="007824B3" w14:paraId="727985C8" w14:textId="77777777" w:rsidTr="00000267">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E28CA32"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1DE19763" w14:textId="77777777" w:rsidR="00702513" w:rsidRPr="007824B3" w:rsidRDefault="00702513" w:rsidP="00000267">
            <w:pPr>
              <w:jc w:val="center"/>
              <w:rPr>
                <w:rFonts w:ascii="Book Antiqua" w:hAnsi="Book Antiqua" w:cs="Arial"/>
                <w:color w:val="000000"/>
              </w:rPr>
            </w:pPr>
            <w:r w:rsidRPr="007824B3">
              <w:rPr>
                <w:rFonts w:ascii="Book Antiqua" w:hAnsi="Book Antiqua" w:cs="Arial"/>
                <w:color w:val="000000"/>
                <w:sz w:val="22"/>
                <w:szCs w:val="22"/>
              </w:rPr>
              <w:t> </w:t>
            </w:r>
          </w:p>
        </w:tc>
      </w:tr>
      <w:tr w:rsidR="00702513" w:rsidRPr="007824B3" w14:paraId="39D1C3E9" w14:textId="77777777" w:rsidTr="00000267">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3B0E3B2C"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2C00E805" w14:textId="77777777" w:rsidR="00702513" w:rsidRPr="007824B3" w:rsidRDefault="00702513" w:rsidP="00000267">
            <w:pPr>
              <w:rPr>
                <w:rFonts w:ascii="Book Antiqua" w:hAnsi="Book Antiqua" w:cs="Arial"/>
                <w:color w:val="000000"/>
              </w:rPr>
            </w:pPr>
            <w:r w:rsidRPr="007824B3">
              <w:rPr>
                <w:rFonts w:ascii="Book Antiqua" w:hAnsi="Book Antiqua" w:cs="Arial"/>
                <w:color w:val="000000"/>
                <w:sz w:val="22"/>
                <w:szCs w:val="22"/>
              </w:rPr>
              <w:t> </w:t>
            </w:r>
          </w:p>
        </w:tc>
      </w:tr>
    </w:tbl>
    <w:p w14:paraId="3F558F0C" w14:textId="77777777" w:rsidR="00702513" w:rsidRPr="007824B3" w:rsidRDefault="00702513" w:rsidP="00702513">
      <w:pPr>
        <w:pStyle w:val="Nzev"/>
        <w:pBdr>
          <w:bottom w:val="none" w:sz="0" w:space="0" w:color="auto"/>
        </w:pBdr>
        <w:spacing w:line="276" w:lineRule="auto"/>
        <w:jc w:val="both"/>
        <w:rPr>
          <w:rFonts w:ascii="Book Antiqua" w:hAnsi="Book Antiqua" w:cs="Arial"/>
          <w:sz w:val="22"/>
          <w:szCs w:val="22"/>
          <w:lang w:val="cs-CZ"/>
        </w:rPr>
      </w:pPr>
    </w:p>
    <w:p w14:paraId="505D8B30" w14:textId="77777777" w:rsidR="00702513" w:rsidRPr="007824B3" w:rsidRDefault="00702513" w:rsidP="00702513">
      <w:pPr>
        <w:pStyle w:val="Nzev"/>
        <w:pBdr>
          <w:bottom w:val="none" w:sz="0" w:space="0" w:color="auto"/>
        </w:pBdr>
        <w:spacing w:line="276" w:lineRule="auto"/>
        <w:jc w:val="both"/>
        <w:rPr>
          <w:rFonts w:ascii="Book Antiqua" w:hAnsi="Book Antiqua" w:cs="Arial"/>
          <w:bCs/>
          <w:caps/>
          <w:sz w:val="22"/>
          <w:szCs w:val="22"/>
          <w:lang w:val="cs-CZ"/>
        </w:rPr>
      </w:pPr>
      <w:r w:rsidRPr="007824B3">
        <w:rPr>
          <w:rFonts w:ascii="Book Antiqua" w:hAnsi="Book Antiqua" w:cs="Arial"/>
          <w:sz w:val="22"/>
          <w:szCs w:val="22"/>
          <w:lang w:val="cs-CZ"/>
        </w:rPr>
        <w:t>Dle ust. § 4b zákona č. 159/2006 Sb., zákon o střetu zájmů, ve znění pozdějších předpisů (dále jen „</w:t>
      </w:r>
      <w:r w:rsidRPr="007824B3">
        <w:rPr>
          <w:rFonts w:ascii="Book Antiqua" w:hAnsi="Book Antiqua" w:cs="Arial"/>
          <w:i/>
          <w:sz w:val="22"/>
          <w:szCs w:val="22"/>
          <w:lang w:val="cs-CZ"/>
        </w:rPr>
        <w:t>zákon o střetu zájmů</w:t>
      </w:r>
      <w:r w:rsidRPr="007824B3">
        <w:rPr>
          <w:rFonts w:ascii="Book Antiqua" w:hAnsi="Book Antiqua" w:cs="Arial"/>
          <w:sz w:val="22"/>
          <w:szCs w:val="22"/>
          <w:lang w:val="cs-CZ"/>
        </w:rPr>
        <w:t>“)</w:t>
      </w:r>
      <w:r w:rsidRPr="007824B3">
        <w:rPr>
          <w:rFonts w:ascii="Book Antiqua" w:hAnsi="Book Antiqua" w:cs="Arial"/>
          <w:caps/>
          <w:sz w:val="22"/>
          <w:szCs w:val="22"/>
          <w:lang w:val="cs-CZ"/>
        </w:rPr>
        <w:t xml:space="preserve"> - </w:t>
      </w:r>
      <w:r w:rsidRPr="007824B3">
        <w:rPr>
          <w:rFonts w:ascii="Book Antiqua" w:hAnsi="Book Antiqua" w:cs="Arial"/>
          <w:bCs/>
          <w:iCs/>
          <w:sz w:val="22"/>
          <w:szCs w:val="22"/>
        </w:rPr>
        <w:t>doklad k prokázání splnění zadávací podmínky stanovené zadavatelem zadávací dokumentace (výzvy).</w:t>
      </w:r>
    </w:p>
    <w:p w14:paraId="2FB18362" w14:textId="77777777" w:rsidR="00702513" w:rsidRPr="007824B3" w:rsidRDefault="00702513" w:rsidP="00702513">
      <w:pPr>
        <w:shd w:val="clear" w:color="auto" w:fill="FFFFFF"/>
        <w:spacing w:before="120" w:after="120" w:line="276" w:lineRule="auto"/>
        <w:jc w:val="both"/>
        <w:textAlignment w:val="top"/>
        <w:rPr>
          <w:rFonts w:ascii="Book Antiqua" w:hAnsi="Book Antiqua" w:cs="Arial"/>
          <w:b/>
          <w:i/>
          <w:sz w:val="22"/>
          <w:szCs w:val="22"/>
        </w:rPr>
      </w:pPr>
      <w:r w:rsidRPr="007824B3">
        <w:rPr>
          <w:rFonts w:ascii="Book Antiqua" w:hAnsi="Book Antiqua" w:cs="Arial"/>
          <w:b/>
          <w:i/>
          <w:sz w:val="22"/>
          <w:szCs w:val="22"/>
        </w:rPr>
        <w:t xml:space="preserve">Níže podepsaný účastník veřejné zakázky tímto čestně prohlašuje, že: </w:t>
      </w:r>
    </w:p>
    <w:p w14:paraId="480A235D" w14:textId="77777777" w:rsidR="00702513" w:rsidRPr="007824B3" w:rsidRDefault="00702513" w:rsidP="00702513">
      <w:pPr>
        <w:numPr>
          <w:ilvl w:val="0"/>
          <w:numId w:val="19"/>
        </w:numPr>
        <w:autoSpaceDE w:val="0"/>
        <w:autoSpaceDN w:val="0"/>
        <w:spacing w:before="120" w:after="120" w:line="276" w:lineRule="auto"/>
        <w:ind w:left="567" w:hanging="283"/>
        <w:jc w:val="both"/>
        <w:rPr>
          <w:rFonts w:ascii="Book Antiqua" w:eastAsia="Arial Unicode MS" w:hAnsi="Book Antiqua" w:cs="Arial"/>
          <w:sz w:val="22"/>
          <w:szCs w:val="22"/>
        </w:rPr>
      </w:pPr>
      <w:r w:rsidRPr="007824B3">
        <w:rPr>
          <w:rFonts w:ascii="Book Antiqua" w:eastAsia="Arial Unicode MS" w:hAnsi="Book Antiqua" w:cs="Arial"/>
          <w:b/>
          <w:sz w:val="22"/>
          <w:szCs w:val="22"/>
        </w:rPr>
        <w:t>není</w:t>
      </w:r>
      <w:r w:rsidRPr="007824B3">
        <w:rPr>
          <w:rFonts w:ascii="Book Antiqua" w:eastAsia="Arial Unicode MS" w:hAnsi="Book Antiqua"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7FB7BAE" w14:textId="77777777" w:rsidR="00702513" w:rsidRPr="007824B3" w:rsidRDefault="00702513" w:rsidP="00702513">
      <w:pPr>
        <w:pStyle w:val="Odstavecseseznamem"/>
        <w:numPr>
          <w:ilvl w:val="0"/>
          <w:numId w:val="19"/>
        </w:numPr>
        <w:spacing w:before="240" w:after="160" w:line="276" w:lineRule="auto"/>
        <w:ind w:left="567" w:hanging="283"/>
        <w:contextualSpacing/>
        <w:rPr>
          <w:rFonts w:ascii="Book Antiqua" w:hAnsi="Book Antiqua"/>
        </w:rPr>
      </w:pPr>
      <w:r w:rsidRPr="007824B3">
        <w:rPr>
          <w:rFonts w:ascii="Book Antiqua" w:eastAsia="Arial Unicode MS" w:hAnsi="Book Antiqua"/>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5C49456" w14:textId="77777777" w:rsidR="00702513" w:rsidRPr="007824B3" w:rsidRDefault="00702513" w:rsidP="00702513">
      <w:pPr>
        <w:spacing w:before="120" w:after="120" w:line="276" w:lineRule="auto"/>
        <w:contextualSpacing/>
        <w:jc w:val="both"/>
        <w:rPr>
          <w:rFonts w:ascii="Book Antiqua" w:hAnsi="Book Antiqua" w:cs="Arial"/>
          <w:color w:val="FF0000"/>
          <w:sz w:val="22"/>
          <w:szCs w:val="22"/>
        </w:rPr>
      </w:pPr>
    </w:p>
    <w:p w14:paraId="317B5DB7" w14:textId="77777777" w:rsidR="00702513" w:rsidRPr="007824B3" w:rsidRDefault="00702513" w:rsidP="00702513">
      <w:pPr>
        <w:spacing w:line="270" w:lineRule="exact"/>
        <w:outlineLvl w:val="0"/>
        <w:rPr>
          <w:rFonts w:ascii="Book Antiqua" w:hAnsi="Book Antiqua" w:cs="Arial"/>
          <w:sz w:val="22"/>
          <w:szCs w:val="22"/>
        </w:rPr>
      </w:pPr>
      <w:r w:rsidRPr="007824B3">
        <w:rPr>
          <w:rFonts w:ascii="Book Antiqua" w:hAnsi="Book Antiqua" w:cs="Arial"/>
          <w:sz w:val="22"/>
          <w:szCs w:val="22"/>
        </w:rPr>
        <w:t>V </w:t>
      </w:r>
      <w:r w:rsidRPr="007824B3">
        <w:rPr>
          <w:rFonts w:ascii="Book Antiqua" w:hAnsi="Book Antiqua" w:cs="Arial"/>
          <w:color w:val="FF0000"/>
          <w:sz w:val="22"/>
          <w:szCs w:val="22"/>
        </w:rPr>
        <w:t xml:space="preserve">[doplní účastník VZ] </w:t>
      </w:r>
      <w:r w:rsidRPr="007824B3">
        <w:rPr>
          <w:rFonts w:ascii="Book Antiqua" w:hAnsi="Book Antiqua" w:cs="Arial"/>
          <w:sz w:val="22"/>
          <w:szCs w:val="22"/>
        </w:rPr>
        <w:t>dne [</w:t>
      </w:r>
      <w:r w:rsidRPr="007824B3">
        <w:rPr>
          <w:rFonts w:ascii="Book Antiqua" w:hAnsi="Book Antiqua" w:cs="Arial"/>
          <w:color w:val="FF0000"/>
          <w:sz w:val="22"/>
          <w:szCs w:val="22"/>
        </w:rPr>
        <w:t xml:space="preserve">doplní účastník VZ]                                                         </w:t>
      </w:r>
    </w:p>
    <w:p w14:paraId="64C71157" w14:textId="77777777" w:rsidR="00702513" w:rsidRPr="007824B3" w:rsidRDefault="00702513" w:rsidP="00702513">
      <w:pPr>
        <w:spacing w:line="270" w:lineRule="exact"/>
        <w:outlineLvl w:val="0"/>
        <w:rPr>
          <w:rFonts w:ascii="Book Antiqua" w:hAnsi="Book Antiqua" w:cs="Arial"/>
          <w:sz w:val="22"/>
          <w:szCs w:val="22"/>
        </w:rPr>
      </w:pPr>
    </w:p>
    <w:p w14:paraId="43F12AF8" w14:textId="77777777" w:rsidR="00702513" w:rsidRPr="007824B3" w:rsidRDefault="00702513" w:rsidP="00702513">
      <w:pPr>
        <w:spacing w:line="270" w:lineRule="exact"/>
        <w:outlineLvl w:val="0"/>
        <w:rPr>
          <w:rFonts w:ascii="Book Antiqua" w:hAnsi="Book Antiqua" w:cs="Arial"/>
          <w:sz w:val="22"/>
          <w:szCs w:val="22"/>
        </w:rPr>
      </w:pPr>
    </w:p>
    <w:p w14:paraId="160A494F" w14:textId="77777777" w:rsidR="00702513" w:rsidRPr="007824B3" w:rsidRDefault="00702513" w:rsidP="00702513">
      <w:pPr>
        <w:spacing w:line="270" w:lineRule="exact"/>
        <w:outlineLvl w:val="0"/>
        <w:rPr>
          <w:rFonts w:ascii="Book Antiqua" w:hAnsi="Book Antiqua" w:cs="Arial"/>
          <w:sz w:val="22"/>
          <w:szCs w:val="22"/>
        </w:rPr>
      </w:pPr>
    </w:p>
    <w:p w14:paraId="23AB0DAE" w14:textId="77777777" w:rsidR="00702513" w:rsidRPr="007824B3" w:rsidRDefault="00702513" w:rsidP="00702513">
      <w:pPr>
        <w:ind w:left="4500"/>
        <w:jc w:val="center"/>
        <w:rPr>
          <w:rFonts w:ascii="Book Antiqua" w:hAnsi="Book Antiqua" w:cs="Arial"/>
          <w:color w:val="FF0000"/>
          <w:sz w:val="22"/>
          <w:szCs w:val="22"/>
        </w:rPr>
      </w:pPr>
      <w:r w:rsidRPr="007824B3">
        <w:rPr>
          <w:rFonts w:ascii="Book Antiqua" w:hAnsi="Book Antiqua" w:cs="Arial"/>
          <w:color w:val="FF0000"/>
          <w:sz w:val="22"/>
          <w:szCs w:val="22"/>
        </w:rPr>
        <w:t>[doplní účastník VZ]</w:t>
      </w:r>
    </w:p>
    <w:p w14:paraId="7438859A" w14:textId="77777777" w:rsidR="00702513" w:rsidRPr="00EE7091" w:rsidRDefault="00702513" w:rsidP="00702513">
      <w:pPr>
        <w:ind w:left="4500"/>
        <w:jc w:val="center"/>
        <w:rPr>
          <w:rFonts w:ascii="Book Antiqua" w:hAnsi="Book Antiqua" w:cs="Arial"/>
          <w:sz w:val="22"/>
          <w:szCs w:val="22"/>
        </w:rPr>
      </w:pPr>
      <w:r w:rsidRPr="007824B3">
        <w:rPr>
          <w:rFonts w:ascii="Book Antiqua" w:hAnsi="Book Antiqua" w:cs="Arial"/>
          <w:sz w:val="22"/>
          <w:szCs w:val="22"/>
        </w:rPr>
        <w:t>podpis oprávněné osoby jednat za účastníka veřejné zakázky</w:t>
      </w:r>
    </w:p>
    <w:p w14:paraId="2CB50E82" w14:textId="67F6DA27" w:rsidR="00404FA5" w:rsidRPr="00702513" w:rsidRDefault="00702513" w:rsidP="00702513">
      <w:pPr>
        <w:ind w:left="4500"/>
        <w:jc w:val="center"/>
        <w:rPr>
          <w:rFonts w:ascii="Book Antiqua" w:hAnsi="Book Antiqua" w:cs="Arial"/>
          <w:i/>
          <w:iCs/>
          <w:sz w:val="22"/>
          <w:szCs w:val="22"/>
        </w:rPr>
      </w:pPr>
      <w:r w:rsidRPr="007824B3">
        <w:rPr>
          <w:rFonts w:ascii="Book Antiqua" w:hAnsi="Book Antiqua" w:cs="Arial"/>
          <w:i/>
          <w:iCs/>
          <w:sz w:val="22"/>
          <w:szCs w:val="22"/>
        </w:rPr>
        <w:t>titul, jméno, příjmení, funkc</w:t>
      </w:r>
      <w:bookmarkEnd w:id="2"/>
      <w:r w:rsidRPr="007824B3">
        <w:rPr>
          <w:rFonts w:ascii="Book Antiqua" w:hAnsi="Book Antiqua" w:cs="Arial"/>
          <w:i/>
          <w:iCs/>
          <w:sz w:val="22"/>
          <w:szCs w:val="22"/>
        </w:rPr>
        <w:t>e</w:t>
      </w:r>
    </w:p>
    <w:sectPr w:rsidR="00404FA5" w:rsidRPr="00702513"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1B0F2" w14:textId="77777777" w:rsidR="00D917B7" w:rsidRDefault="00D917B7">
      <w:r>
        <w:separator/>
      </w:r>
    </w:p>
  </w:endnote>
  <w:endnote w:type="continuationSeparator" w:id="0">
    <w:p w14:paraId="14BDEBDE" w14:textId="77777777" w:rsidR="00D917B7" w:rsidRDefault="00D917B7">
      <w:r>
        <w:continuationSeparator/>
      </w:r>
    </w:p>
  </w:endnote>
  <w:endnote w:type="continuationNotice" w:id="1">
    <w:p w14:paraId="250E3752" w14:textId="77777777" w:rsidR="00D917B7" w:rsidRDefault="00D91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8E68C" w14:textId="77777777" w:rsidR="00D917B7" w:rsidRDefault="00D917B7">
      <w:r>
        <w:separator/>
      </w:r>
    </w:p>
  </w:footnote>
  <w:footnote w:type="continuationSeparator" w:id="0">
    <w:p w14:paraId="250DE18C" w14:textId="77777777" w:rsidR="00D917B7" w:rsidRDefault="00D917B7">
      <w:r>
        <w:continuationSeparator/>
      </w:r>
    </w:p>
  </w:footnote>
  <w:footnote w:type="continuationNotice" w:id="1">
    <w:p w14:paraId="314E38D0" w14:textId="77777777" w:rsidR="00D917B7" w:rsidRDefault="00D917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D82AF"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AF6B1" w14:textId="77777777"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0C6D03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25F"/>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513D3"/>
    <w:rsid w:val="00257A2F"/>
    <w:rsid w:val="00271F40"/>
    <w:rsid w:val="00280DF8"/>
    <w:rsid w:val="00284B45"/>
    <w:rsid w:val="002931F5"/>
    <w:rsid w:val="002A06C1"/>
    <w:rsid w:val="002A086B"/>
    <w:rsid w:val="002A42CF"/>
    <w:rsid w:val="002C1281"/>
    <w:rsid w:val="002C7CB9"/>
    <w:rsid w:val="002C7E37"/>
    <w:rsid w:val="002D6627"/>
    <w:rsid w:val="002D7CE5"/>
    <w:rsid w:val="002E1AF7"/>
    <w:rsid w:val="002F33BB"/>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53D82"/>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5725F"/>
    <w:rsid w:val="00563A6A"/>
    <w:rsid w:val="0057412B"/>
    <w:rsid w:val="005820DC"/>
    <w:rsid w:val="00583EFC"/>
    <w:rsid w:val="00585354"/>
    <w:rsid w:val="00595B37"/>
    <w:rsid w:val="005B1942"/>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2513"/>
    <w:rsid w:val="00703A66"/>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59FC"/>
    <w:rsid w:val="0084737D"/>
    <w:rsid w:val="00857AEF"/>
    <w:rsid w:val="00875C46"/>
    <w:rsid w:val="00881B75"/>
    <w:rsid w:val="008832FD"/>
    <w:rsid w:val="008833C3"/>
    <w:rsid w:val="0088448C"/>
    <w:rsid w:val="00891F11"/>
    <w:rsid w:val="0089210B"/>
    <w:rsid w:val="00893153"/>
    <w:rsid w:val="00894DA3"/>
    <w:rsid w:val="008A1175"/>
    <w:rsid w:val="008A58D7"/>
    <w:rsid w:val="008A6F15"/>
    <w:rsid w:val="008E236A"/>
    <w:rsid w:val="008F5498"/>
    <w:rsid w:val="008F5DBC"/>
    <w:rsid w:val="00900D88"/>
    <w:rsid w:val="00905943"/>
    <w:rsid w:val="009138F1"/>
    <w:rsid w:val="00930097"/>
    <w:rsid w:val="00931B84"/>
    <w:rsid w:val="00946B51"/>
    <w:rsid w:val="009512FD"/>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17B7"/>
    <w:rsid w:val="00D96F3B"/>
    <w:rsid w:val="00DA2864"/>
    <w:rsid w:val="00DB3084"/>
    <w:rsid w:val="00DB522F"/>
    <w:rsid w:val="00DC213D"/>
    <w:rsid w:val="00DC2469"/>
    <w:rsid w:val="00DD65FA"/>
    <w:rsid w:val="00DE0DBF"/>
    <w:rsid w:val="00DE0DC5"/>
    <w:rsid w:val="00DE23D0"/>
    <w:rsid w:val="00DF190E"/>
    <w:rsid w:val="00E06E6F"/>
    <w:rsid w:val="00E25AE1"/>
    <w:rsid w:val="00E26C96"/>
    <w:rsid w:val="00E33607"/>
    <w:rsid w:val="00E37FDA"/>
    <w:rsid w:val="00E6204F"/>
    <w:rsid w:val="00E62D29"/>
    <w:rsid w:val="00E654A6"/>
    <w:rsid w:val="00E728F0"/>
    <w:rsid w:val="00E77693"/>
    <w:rsid w:val="00E81688"/>
    <w:rsid w:val="00E849B6"/>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0C618"/>
  <w15:chartTrackingRefBased/>
  <w15:docId w15:val="{91D0F75A-E78E-42A4-9BB1-97547289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702513"/>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702513"/>
    <w:rPr>
      <w:rFonts w:ascii="Cambria" w:hAnsi="Cambria" w:cs="Cambria"/>
      <w:spacing w:val="5"/>
      <w:sz w:val="52"/>
      <w:szCs w:val="52"/>
      <w:lang w:val="en-US" w:eastAsia="en-US"/>
    </w:rPr>
  </w:style>
  <w:style w:type="character" w:customStyle="1" w:styleId="Nadpis20">
    <w:name w:val="Nadpis #2_"/>
    <w:basedOn w:val="Standardnpsmoodstavce"/>
    <w:link w:val="Nadpis21"/>
    <w:rsid w:val="00702513"/>
    <w:rPr>
      <w:b/>
      <w:bCs/>
      <w:sz w:val="26"/>
      <w:szCs w:val="26"/>
      <w:shd w:val="clear" w:color="auto" w:fill="FFFFFF"/>
    </w:rPr>
  </w:style>
  <w:style w:type="paragraph" w:customStyle="1" w:styleId="Nadpis21">
    <w:name w:val="Nadpis #2"/>
    <w:basedOn w:val="Normln"/>
    <w:link w:val="Nadpis20"/>
    <w:rsid w:val="00702513"/>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2;imonDvo&#345;&#225;k\OneDrive%20-%20Contract%20Management\T&#253;mov&#253;%20web%20-%20Projekt\Vzory,%20manu&#225;l%20a%20smluvn&#237;%20pokuty\Vzory\P&#345;&#237;loha%20g)%20Formul&#225;&#345;e.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5FE02AD5-10BE-4B1A-AE81-400B0B328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501dd-6ef5-4f1b-8952-6e820fced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7cf501dd-6ef5-4f1b-8952-6e820fced335"/>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Příloha g) Formuláře</Template>
  <TotalTime>5</TotalTime>
  <Pages>17</Pages>
  <Words>3780</Words>
  <Characters>23290</Characters>
  <Application>Microsoft Office Word</Application>
  <DocSecurity>0</DocSecurity>
  <Lines>485</Lines>
  <Paragraphs>260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Šimon Dvořák</dc:creator>
  <cp:keywords/>
  <dc:description/>
  <cp:lastModifiedBy>Lavický Jeroným</cp:lastModifiedBy>
  <cp:revision>4</cp:revision>
  <dcterms:created xsi:type="dcterms:W3CDTF">2026-02-10T14:11:00Z</dcterms:created>
  <dcterms:modified xsi:type="dcterms:W3CDTF">2026-02-19T15:02:00Z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